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B708C" w14:textId="77777777" w:rsidR="004E281F" w:rsidRDefault="00F422D3" w:rsidP="004E281F">
      <w:pPr>
        <w:pStyle w:val="Titul1"/>
      </w:pPr>
      <w:r w:rsidRPr="005D6794">
        <w:t>S</w:t>
      </w:r>
      <w:r w:rsidR="00022F72">
        <w:t xml:space="preserve">mlouva o dílo na zhotovení </w:t>
      </w:r>
      <w:r w:rsidR="004E281F" w:rsidRPr="00CE4D47">
        <w:rPr>
          <w:sz w:val="44"/>
        </w:rPr>
        <w:t>souboru staveb</w:t>
      </w:r>
      <w:r w:rsidR="004E281F">
        <w:t xml:space="preserve"> </w:t>
      </w:r>
    </w:p>
    <w:p w14:paraId="70AFE5D3" w14:textId="77777777" w:rsidR="004E281F" w:rsidRDefault="004E281F" w:rsidP="004E281F">
      <w:pPr>
        <w:pStyle w:val="Titul1"/>
      </w:pPr>
      <w:r>
        <w:t xml:space="preserve">Název </w:t>
      </w:r>
      <w:r w:rsidRPr="00BB1390">
        <w:t>zakázky</w:t>
      </w:r>
      <w:r>
        <w:t xml:space="preserve">: </w:t>
      </w:r>
    </w:p>
    <w:p w14:paraId="4E6BB004" w14:textId="77777777" w:rsidR="00200B60" w:rsidRPr="00200B60" w:rsidRDefault="00200B60" w:rsidP="00200B60">
      <w:pPr>
        <w:pStyle w:val="Titul1"/>
      </w:pPr>
      <w:r w:rsidRPr="00200B60">
        <w:t>A: Rekonstrukce TZZ Přelouč – Prachovice, 1. etapa – výstavba nástupišť v ŽST Heřmanův Městec</w:t>
      </w:r>
    </w:p>
    <w:p w14:paraId="65F0BE3A" w14:textId="1F6A74CF" w:rsidR="00F422D3" w:rsidRDefault="00200B60" w:rsidP="004E281F">
      <w:pPr>
        <w:pStyle w:val="Titul1"/>
      </w:pPr>
      <w:r w:rsidRPr="00200B60">
        <w:t>B: Rekonstrukce přejezdu P5043 v km 13,750 trati Přelouč – Prachovice</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Pr="00EE3C9C" w:rsidRDefault="00F422D3" w:rsidP="00B42F40">
      <w:pPr>
        <w:pStyle w:val="Textbezodsazen"/>
        <w:spacing w:after="0"/>
      </w:pPr>
      <w:r>
        <w:t xml:space="preserve">spisová </w:t>
      </w:r>
      <w:r w:rsidRPr="00EE3C9C">
        <w:t>značka A 48384</w:t>
      </w:r>
    </w:p>
    <w:p w14:paraId="50E1770A" w14:textId="77777777" w:rsidR="00F422D3" w:rsidRPr="00EE3C9C" w:rsidRDefault="00F422D3" w:rsidP="00B42F40">
      <w:pPr>
        <w:pStyle w:val="Textbezodsazen"/>
        <w:spacing w:after="0"/>
      </w:pPr>
      <w:r w:rsidRPr="00EE3C9C">
        <w:t xml:space="preserve">zastoupena: Ing. Mojmírem Nejezchlebem, náměstkem GŘ pro modernizaci dráhy </w:t>
      </w:r>
    </w:p>
    <w:p w14:paraId="74A0A148" w14:textId="77777777" w:rsidR="00F422D3" w:rsidRDefault="00F422D3" w:rsidP="00B42F40">
      <w:pPr>
        <w:pStyle w:val="Textbezodsazen"/>
      </w:pPr>
      <w:r w:rsidRPr="00EE3C9C">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E88B49" w14:textId="77777777" w:rsidR="00E86EC2" w:rsidRPr="000C2B01" w:rsidRDefault="00E86EC2" w:rsidP="00E86EC2">
      <w:pPr>
        <w:pStyle w:val="Textbezodsazen"/>
        <w:spacing w:after="0"/>
      </w:pPr>
      <w:r w:rsidRPr="000C2B01">
        <w:t>Správa železnic, státní organizace</w:t>
      </w:r>
    </w:p>
    <w:p w14:paraId="01345427" w14:textId="77777777" w:rsidR="00E86EC2" w:rsidRDefault="00E86EC2" w:rsidP="00E86EC2">
      <w:pPr>
        <w:pStyle w:val="Textbezodsazen"/>
        <w:spacing w:after="0"/>
      </w:pPr>
      <w:r w:rsidRPr="00B42F40">
        <w:t>Stavební</w:t>
      </w:r>
      <w:r>
        <w:t xml:space="preserve"> správa východ</w:t>
      </w:r>
    </w:p>
    <w:p w14:paraId="4F8D0D8C" w14:textId="77777777" w:rsidR="00E86EC2" w:rsidRDefault="00E86EC2" w:rsidP="00E86EC2">
      <w:pPr>
        <w:pStyle w:val="Textbezodsazen"/>
        <w:spacing w:after="0"/>
      </w:pPr>
      <w:r>
        <w:t>Nerudova 1</w:t>
      </w:r>
    </w:p>
    <w:p w14:paraId="714D823C" w14:textId="77777777" w:rsidR="00E86EC2" w:rsidRDefault="00E86EC2" w:rsidP="00E86EC2">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025236D6" w14:textId="58FEF128" w:rsidR="00B42F40" w:rsidRDefault="00F422D3" w:rsidP="00EE6F5C">
      <w:pPr>
        <w:pStyle w:val="Textbezodsazen"/>
        <w:spacing w:after="0"/>
      </w:pPr>
      <w:r>
        <w:t xml:space="preserve">ISPROFOND: </w:t>
      </w:r>
      <w:r w:rsidR="00EE6F5C">
        <w:tab/>
      </w:r>
      <w:r w:rsidR="004E281F">
        <w:t xml:space="preserve">A: </w:t>
      </w:r>
      <w:r w:rsidR="00F943CD" w:rsidRPr="00F943CD">
        <w:t>5533530035</w:t>
      </w:r>
    </w:p>
    <w:p w14:paraId="6EDECF59" w14:textId="4F96092E" w:rsidR="004E281F" w:rsidRDefault="004E281F" w:rsidP="00EE6F5C">
      <w:pPr>
        <w:pStyle w:val="Textbezodsazen"/>
      </w:pPr>
      <w:r>
        <w:tab/>
      </w:r>
      <w:r>
        <w:tab/>
        <w:t xml:space="preserve">B: </w:t>
      </w:r>
      <w:r w:rsidR="00F943CD" w:rsidRPr="00F943CD">
        <w:t>5533530036</w:t>
      </w: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BADF17F" w:rsidR="007D26F9" w:rsidRDefault="00E86EC2" w:rsidP="00D21221">
      <w:pPr>
        <w:pStyle w:val="Text1-1"/>
      </w:pPr>
      <w:r>
        <w:t xml:space="preserve">Objednatel oznámil uveřejněním na profilu zadavatele: </w:t>
      </w:r>
      <w:hyperlink r:id="rId11" w:history="1">
        <w:r w:rsidRPr="00BC21A0">
          <w:rPr>
            <w:rStyle w:val="Hypertextovodkaz"/>
            <w:noProof w:val="0"/>
          </w:rPr>
          <w:t>https://zakazky.spravazeleznic.cz</w:t>
        </w:r>
      </w:hyperlink>
      <w:r w:rsidR="007D26F9">
        <w:t>dne "[</w:t>
      </w:r>
      <w:r w:rsidR="007D26F9" w:rsidRPr="007D26F9">
        <w:rPr>
          <w:highlight w:val="green"/>
        </w:rPr>
        <w:t>VLOŽÍ OBJEDNATEL</w:t>
      </w:r>
      <w:r w:rsidR="007D26F9">
        <w:t>]" pod evidenčním číslem "[</w:t>
      </w:r>
      <w:r w:rsidR="007D26F9" w:rsidRPr="007D26F9">
        <w:rPr>
          <w:highlight w:val="green"/>
        </w:rPr>
        <w:t>VLOŽÍ OBJEDNATEL</w:t>
      </w:r>
      <w:r w:rsidR="007D26F9">
        <w:t>]" svůj úmysl zadat veřejnou zakázku</w:t>
      </w:r>
      <w:r w:rsidR="00A349C6">
        <w:t xml:space="preserve"> </w:t>
      </w:r>
      <w:r w:rsidR="004E281F" w:rsidRPr="004E281F">
        <w:t xml:space="preserve">na soubor staveb s názvem </w:t>
      </w:r>
      <w:r w:rsidR="00D21221" w:rsidRPr="00D21221">
        <w:rPr>
          <w:b/>
        </w:rPr>
        <w:t xml:space="preserve">A: Rekonstrukce TZZ Přelouč – Prachovice, 1. etapa – výstavba nástupišť v ŽST Heřmanův Městec </w:t>
      </w:r>
      <w:r w:rsidR="002C6ECC" w:rsidRPr="002C6ECC">
        <w:t xml:space="preserve">a </w:t>
      </w:r>
      <w:r w:rsidR="00D21221" w:rsidRPr="00D21221">
        <w:rPr>
          <w:b/>
        </w:rPr>
        <w:t xml:space="preserve">B: Rekonstrukce přejezdu P5043 v km 13,750 trati Přelouč – Prachovice </w:t>
      </w:r>
      <w:r w:rsidR="007D26F9">
        <w:t>(dále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D6835BA"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AB2ED38" w14:textId="77777777" w:rsidR="002C6ECC" w:rsidRDefault="002C6ECC" w:rsidP="002C6ECC">
      <w:pPr>
        <w:pStyle w:val="Textbezslovn"/>
        <w:rPr>
          <w:rStyle w:val="Tun"/>
        </w:rPr>
      </w:pPr>
      <w:r>
        <w:rPr>
          <w:rStyle w:val="Tun"/>
        </w:rPr>
        <w:t>z toho:</w:t>
      </w:r>
    </w:p>
    <w:p w14:paraId="6D436C16" w14:textId="60EE7BDF" w:rsidR="002C6ECC" w:rsidRDefault="002C6ECC" w:rsidP="00DD5660">
      <w:pPr>
        <w:pStyle w:val="Textbezslovn"/>
        <w:numPr>
          <w:ilvl w:val="0"/>
          <w:numId w:val="42"/>
        </w:numPr>
        <w:rPr>
          <w:rStyle w:val="Tun"/>
        </w:rPr>
      </w:pPr>
      <w:r>
        <w:rPr>
          <w:rStyle w:val="Tun"/>
        </w:rPr>
        <w:t xml:space="preserve">Cena díla pro stavbu </w:t>
      </w:r>
      <w:r w:rsidR="00DD5660" w:rsidRPr="00DD5660">
        <w:rPr>
          <w:b/>
        </w:rPr>
        <w:t>A: Rekonstrukce TZZ Přelouč – Prachovice, 1. etapa – výstavba nástupišť v ŽST Heřmanův Městec</w:t>
      </w:r>
    </w:p>
    <w:p w14:paraId="4E9673AA" w14:textId="25E6DD6B" w:rsidR="002C6ECC" w:rsidRDefault="002C6ECC" w:rsidP="002C6ECC">
      <w:pPr>
        <w:pStyle w:val="Textbezslovn"/>
        <w:ind w:left="1097"/>
        <w:rPr>
          <w:rStyle w:val="Tun"/>
        </w:rPr>
      </w:pPr>
      <w:r>
        <w:rPr>
          <w:rStyle w:val="Tun"/>
        </w:rPr>
        <w:t>(dále též jen „stavba A</w:t>
      </w:r>
      <w:r w:rsidRPr="00656438">
        <w:rPr>
          <w:rStyle w:val="Tun"/>
        </w:rPr>
        <w:t xml:space="preserve">“) </w:t>
      </w:r>
    </w:p>
    <w:p w14:paraId="7CE01B58" w14:textId="77777777" w:rsidR="002C6ECC" w:rsidRDefault="002C6ECC" w:rsidP="002C6EC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C85EFF6" w14:textId="77777777" w:rsidR="002C6ECC" w:rsidRDefault="002C6ECC" w:rsidP="002C6ECC">
      <w:pPr>
        <w:pStyle w:val="Textbezslovn"/>
        <w:numPr>
          <w:ilvl w:val="0"/>
          <w:numId w:val="42"/>
        </w:numPr>
        <w:rPr>
          <w:rStyle w:val="Tun"/>
        </w:rPr>
      </w:pPr>
      <w:r>
        <w:rPr>
          <w:rStyle w:val="Tun"/>
        </w:rPr>
        <w:t>Cena díla pro stavbu</w:t>
      </w:r>
    </w:p>
    <w:p w14:paraId="4E20E8AC" w14:textId="0863DE5A" w:rsidR="002C6ECC" w:rsidRDefault="00DD5660" w:rsidP="002C6ECC">
      <w:pPr>
        <w:pStyle w:val="Textbezslovn"/>
        <w:ind w:left="1097"/>
        <w:rPr>
          <w:rStyle w:val="Tun"/>
        </w:rPr>
      </w:pPr>
      <w:r w:rsidRPr="00DD5660">
        <w:rPr>
          <w:b/>
        </w:rPr>
        <w:t>Rekonstrukce přejezdu P5043 v km 13,750 trati Přelouč – Prachovice</w:t>
      </w:r>
      <w:r w:rsidR="002C6ECC">
        <w:rPr>
          <w:rStyle w:val="Tun"/>
        </w:rPr>
        <w:t xml:space="preserve"> </w:t>
      </w:r>
    </w:p>
    <w:p w14:paraId="795386E8" w14:textId="142798E3" w:rsidR="002C6ECC" w:rsidRDefault="002C6ECC" w:rsidP="002C6ECC">
      <w:pPr>
        <w:pStyle w:val="Textbezslovn"/>
        <w:ind w:left="1097"/>
        <w:rPr>
          <w:rStyle w:val="Tun"/>
        </w:rPr>
      </w:pPr>
      <w:r>
        <w:rPr>
          <w:rStyle w:val="Tun"/>
        </w:rPr>
        <w:t>(dále též jen „stavba B</w:t>
      </w:r>
      <w:r w:rsidRPr="00656438">
        <w:rPr>
          <w:rStyle w:val="Tun"/>
        </w:rPr>
        <w:t xml:space="preserve">“) </w:t>
      </w:r>
    </w:p>
    <w:p w14:paraId="146B6A9E" w14:textId="77777777" w:rsidR="002C6ECC" w:rsidRDefault="002C6ECC" w:rsidP="002C6EC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7E5FE72" w14:textId="77777777" w:rsidR="002C6ECC" w:rsidRDefault="002C6ECC" w:rsidP="002C6ECC">
      <w:pPr>
        <w:pStyle w:val="Textbezslovn"/>
        <w:ind w:left="1097"/>
        <w:rPr>
          <w:rStyle w:val="Tun"/>
        </w:rPr>
      </w:pPr>
    </w:p>
    <w:p w14:paraId="4D5F4D74" w14:textId="77777777" w:rsidR="002C6ECC" w:rsidRPr="007D26F9" w:rsidRDefault="002C6ECC" w:rsidP="002C6ECC">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lastRenderedPageBreak/>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17DFEBAC" w:rsidR="007D26F9" w:rsidRPr="008F7242" w:rsidRDefault="007D26F9" w:rsidP="00BC5BDD">
      <w:pPr>
        <w:pStyle w:val="Textbezslovn"/>
        <w:rPr>
          <w:rStyle w:val="Tun"/>
        </w:rPr>
      </w:pPr>
      <w:r w:rsidRPr="008F7242">
        <w:rPr>
          <w:rStyle w:val="Tun"/>
        </w:rPr>
        <w:t xml:space="preserve">Celková lhůta pro dokončení Díla činí celkem </w:t>
      </w:r>
      <w:r w:rsidR="00FC4BE2">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AABA6EE" w:rsidR="007D26F9" w:rsidRDefault="007D26F9" w:rsidP="00BC5BDD">
      <w:pPr>
        <w:pStyle w:val="Textbezslovn"/>
      </w:pPr>
      <w:r>
        <w:t xml:space="preserve">Lhůta pro dokončení stavebních prací činí celkem </w:t>
      </w:r>
      <w:r w:rsidR="00FC4BE2">
        <w:rPr>
          <w:rStyle w:val="Tun"/>
        </w:rPr>
        <w:t>4 měsíce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FC4BE2">
        <w:t xml:space="preserve">Předání posouzení interoperability, včetně zajištění všech souvisejících dokladů, podle </w:t>
      </w:r>
      <w:proofErr w:type="spellStart"/>
      <w:r w:rsidRPr="00FC4BE2">
        <w:t>ust</w:t>
      </w:r>
      <w:proofErr w:type="spellEnd"/>
      <w:r w:rsidRPr="00FC4BE2">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14:paraId="55806A86" w14:textId="61AA8E28" w:rsidR="006F5344" w:rsidRPr="006F5344" w:rsidRDefault="007D26F9" w:rsidP="006F5344">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72F782F8" w:rsidR="009A12BD" w:rsidRPr="00813734" w:rsidRDefault="006F5344" w:rsidP="006F5344">
      <w:pPr>
        <w:pStyle w:val="Text1-1"/>
        <w:rPr>
          <w:i/>
          <w:color w:val="00B050"/>
        </w:rPr>
      </w:pPr>
      <w:r w:rsidRPr="006F5344">
        <w:t>NEOBSAZENO</w:t>
      </w:r>
      <w:r w:rsidRPr="005E007F">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5A1D7F2A"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w:t>
      </w:r>
      <w:r w:rsidR="004D3D1E">
        <w:t xml:space="preserve"> </w:t>
      </w:r>
      <w:r w:rsidRPr="009A12BD">
        <w:t>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D6423EF"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w:t>
      </w:r>
      <w:r w:rsidR="004D3D1E">
        <w:rPr>
          <w:rFonts w:eastAsia="Times New Roman" w:cs="Times New Roman"/>
          <w:sz w:val="18"/>
          <w:szCs w:val="18"/>
        </w:rPr>
        <w:t xml:space="preserve">dložit Objednateli do sedmi </w:t>
      </w:r>
      <w:r w:rsidRPr="005E007F">
        <w:rPr>
          <w:rFonts w:eastAsia="Times New Roman" w:cs="Times New Roman"/>
          <w:sz w:val="18"/>
          <w:szCs w:val="18"/>
        </w:rPr>
        <w:t xml:space="preserve">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6259E4F5"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lastRenderedPageBreak/>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w:t>
      </w:r>
      <w:r w:rsidR="006F5344" w:rsidRPr="006F5344">
        <w:rPr>
          <w:rFonts w:eastAsia="Times New Roman" w:cs="Times New Roman"/>
          <w:sz w:val="18"/>
          <w:szCs w:val="18"/>
        </w:rPr>
        <w:t xml:space="preserve">2 </w:t>
      </w:r>
      <w:r w:rsidR="00F46371" w:rsidRPr="006F5344">
        <w:rPr>
          <w:rFonts w:eastAsia="Times New Roman" w:cs="Times New Roman"/>
          <w:sz w:val="18"/>
          <w:szCs w:val="18"/>
        </w:rPr>
        <w:t>studentských exkurzí</w:t>
      </w:r>
      <w:r w:rsidR="00A66949" w:rsidRPr="006F5344">
        <w:rPr>
          <w:rFonts w:eastAsia="Times New Roman" w:cs="Times New Roman"/>
          <w:sz w:val="18"/>
          <w:szCs w:val="18"/>
        </w:rPr>
        <w:t xml:space="preserve"> </w:t>
      </w:r>
      <w:r w:rsidRPr="006F5344">
        <w:rPr>
          <w:rFonts w:eastAsia="Times New Roman" w:cs="Times New Roman"/>
          <w:sz w:val="18"/>
          <w:szCs w:val="18"/>
        </w:rPr>
        <w:t xml:space="preserve">na </w:t>
      </w:r>
      <w:r w:rsidR="00022FF9" w:rsidRPr="006F5344">
        <w:rPr>
          <w:rFonts w:eastAsia="Times New Roman" w:cs="Times New Roman"/>
          <w:sz w:val="18"/>
          <w:szCs w:val="18"/>
        </w:rPr>
        <w:t>St</w:t>
      </w:r>
      <w:r w:rsidRPr="006F5344">
        <w:rPr>
          <w:rFonts w:eastAsia="Times New Roman" w:cs="Times New Roman"/>
          <w:sz w:val="18"/>
          <w:szCs w:val="18"/>
        </w:rPr>
        <w:t xml:space="preserve">aveništi. </w:t>
      </w:r>
      <w:r w:rsidR="006D5FB4" w:rsidRPr="006F5344">
        <w:rPr>
          <w:rFonts w:eastAsia="Times New Roman" w:cs="Times New Roman"/>
          <w:sz w:val="18"/>
          <w:szCs w:val="18"/>
        </w:rPr>
        <w:t>Podrobnosti k provedení exkurzí</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6B1A579F" w14:textId="7B5E5468" w:rsidR="00D4483A" w:rsidRDefault="006F5344" w:rsidP="00730196">
      <w:pPr>
        <w:pStyle w:val="Text1-1"/>
        <w:rPr>
          <w:i/>
          <w:color w:val="00B050"/>
        </w:rPr>
      </w:pPr>
      <w:r w:rsidRPr="006F5344">
        <w:t>NEOBSAZENO</w:t>
      </w:r>
      <w:r>
        <w:rPr>
          <w:highlight w:val="green"/>
        </w:rPr>
        <w:t xml:space="preserve">   </w:t>
      </w: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438149B" w14:textId="40793D09" w:rsidR="00311475" w:rsidRDefault="00311475" w:rsidP="00080454">
      <w:pPr>
        <w:pStyle w:val="Text1-1"/>
      </w:pPr>
      <w:r w:rsidRPr="00065937">
        <w:t xml:space="preserve">Součástí dodávky na zhotovení Díla nejsou prvky mobiliáře včetně instalace, které jsou součástí </w:t>
      </w:r>
      <w:r w:rsidR="00080454" w:rsidRPr="00080454">
        <w:t>SO 15-12-01 ŽST Heřmanův Městec, nástupiště, položk</w:t>
      </w:r>
      <w:r w:rsidR="00080454">
        <w:t>y</w:t>
      </w:r>
      <w:r w:rsidR="00080454" w:rsidRPr="00080454">
        <w:t xml:space="preserve"> 26, 27</w:t>
      </w:r>
      <w:r w:rsidRPr="00065937">
        <w:t xml:space="preserve"> dle technické specifikace v Soupisu prací jednotlivých položek.</w:t>
      </w:r>
    </w:p>
    <w:p w14:paraId="4FC00691" w14:textId="77777777" w:rsidR="003F3CEC" w:rsidRDefault="003F3CEC" w:rsidP="003F3CEC">
      <w:pPr>
        <w:pStyle w:val="Text1-1"/>
      </w:pPr>
      <w:r>
        <w:t>Mezinárodní sankce</w:t>
      </w:r>
    </w:p>
    <w:p w14:paraId="14C8C5D1" w14:textId="77777777" w:rsidR="003F3CEC" w:rsidRPr="00922189" w:rsidRDefault="003F3CEC" w:rsidP="003F3CEC">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598DEF" w14:textId="01B90179" w:rsidR="003F3CEC" w:rsidRDefault="003F3CEC" w:rsidP="003F3CEC">
      <w:pPr>
        <w:pStyle w:val="Text1-2"/>
      </w:pPr>
      <w:r>
        <w:t>Je-li Zhotovitelem sdružení více osob, platí výše podmínky dle tohoto odst. 4.13 také jednotlivě pro všechny osoby v rámci Zhotovitele sdružené, a to bez ohledu na právní formu tohoto sdružení.</w:t>
      </w:r>
    </w:p>
    <w:p w14:paraId="07A6EDB5" w14:textId="36B44C19" w:rsidR="003F3CEC" w:rsidRDefault="003F3CEC" w:rsidP="003F3CEC">
      <w:pPr>
        <w:pStyle w:val="Text1-2"/>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29F9F12D" w14:textId="77777777" w:rsidR="003F3CEC" w:rsidRDefault="003F3CEC" w:rsidP="003F3CEC">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74A61C91" w14:textId="77777777" w:rsidR="003F3CEC" w:rsidRDefault="003F3CEC" w:rsidP="003F3CEC">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A2E2FC" w14:textId="4205792A" w:rsidR="003F3CEC" w:rsidRDefault="003F3CEC" w:rsidP="003F3CEC">
      <w:pPr>
        <w:pStyle w:val="Text1-2"/>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w:t>
      </w:r>
      <w:r>
        <w:lastRenderedPageBreak/>
        <w:t xml:space="preserve">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6D02CFED" w14:textId="77777777" w:rsidR="009A5B82" w:rsidRPr="00B459C0" w:rsidRDefault="009A5B82" w:rsidP="009A5B82">
      <w:pPr>
        <w:pStyle w:val="Text1-1"/>
        <w:numPr>
          <w:ilvl w:val="1"/>
          <w:numId w:val="9"/>
        </w:numPr>
      </w:pPr>
      <w:r w:rsidRPr="00B459C0">
        <w:t>Požadavek na Poddodavatele</w:t>
      </w:r>
    </w:p>
    <w:p w14:paraId="1FEFBBCC" w14:textId="77777777" w:rsidR="009A5B82" w:rsidRPr="00B459C0" w:rsidRDefault="009A5B82" w:rsidP="009A5B82">
      <w:pPr>
        <w:pStyle w:val="Text1-2"/>
        <w:numPr>
          <w:ilvl w:val="2"/>
          <w:numId w:val="9"/>
        </w:numPr>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B044EF6" w14:textId="77777777" w:rsidR="009A5B82" w:rsidRPr="00B459C0" w:rsidRDefault="009A5B82" w:rsidP="009A5B82">
      <w:pPr>
        <w:pStyle w:val="Text1-2"/>
        <w:numPr>
          <w:ilvl w:val="2"/>
          <w:numId w:val="9"/>
        </w:numPr>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56C48C68" w14:textId="77777777" w:rsidR="009A5B82" w:rsidRDefault="009A5B82" w:rsidP="009A5B82">
      <w:pPr>
        <w:pStyle w:val="Text1-2"/>
        <w:numPr>
          <w:ilvl w:val="2"/>
          <w:numId w:val="9"/>
        </w:numPr>
      </w:pPr>
      <w:r w:rsidRPr="00B459C0">
        <w:t>Objednatel může požadovat nahrazení Poddodavatele, který přestal splňovat podmínky dle odst. 4.1</w:t>
      </w:r>
      <w:r>
        <w:t>4</w:t>
      </w:r>
      <w:r w:rsidRPr="00B459C0">
        <w:t>.1 této Smlouvy.</w:t>
      </w:r>
    </w:p>
    <w:p w14:paraId="6706051D" w14:textId="6C997904" w:rsidR="009A5B82" w:rsidRDefault="009A5B82" w:rsidP="009A5B82">
      <w:pPr>
        <w:pStyle w:val="Text1-2"/>
        <w:numPr>
          <w:ilvl w:val="2"/>
          <w:numId w:val="9"/>
        </w:numPr>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70CA2EF9" w14:textId="5D7DF5B3" w:rsidR="00385B90" w:rsidRPr="00385B90" w:rsidRDefault="00385B90" w:rsidP="00385B90">
      <w:pPr>
        <w:pStyle w:val="Nadpis1-1"/>
        <w:numPr>
          <w:ilvl w:val="0"/>
          <w:numId w:val="34"/>
        </w:numPr>
        <w:jc w:val="both"/>
        <w:rPr>
          <w:szCs w:val="22"/>
        </w:rPr>
      </w:pPr>
      <w:bookmarkStart w:id="1" w:name="_GoBack"/>
      <w:bookmarkEnd w:id="1"/>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1FB6352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D62C91C" w14:textId="77777777" w:rsidR="00996231" w:rsidRDefault="007D26F9" w:rsidP="00996231">
      <w:pPr>
        <w:pStyle w:val="Textbezslovn"/>
      </w:pPr>
      <w:r w:rsidRPr="00A349C6">
        <w:rPr>
          <w:b/>
        </w:rPr>
        <w:t>Příloha č. 1:</w:t>
      </w:r>
      <w:r w:rsidR="008F7242">
        <w:t xml:space="preserve"> </w:t>
      </w:r>
      <w:r w:rsidR="008F7242">
        <w:tab/>
      </w:r>
      <w:r w:rsidR="00996231">
        <w:t xml:space="preserve">Obchodní podmínky – </w:t>
      </w:r>
      <w:r w:rsidR="00996231" w:rsidRPr="00A541EE">
        <w:t>OP/R/24/22</w:t>
      </w:r>
    </w:p>
    <w:p w14:paraId="61CA259D" w14:textId="77777777" w:rsidR="00996231" w:rsidRDefault="00996231" w:rsidP="00996231">
      <w:pPr>
        <w:pStyle w:val="Textbezslovn"/>
      </w:pPr>
      <w:r w:rsidRPr="00A349C6">
        <w:rPr>
          <w:b/>
        </w:rPr>
        <w:t>Příloha č. 2:</w:t>
      </w:r>
      <w:r>
        <w:t xml:space="preserve"> </w:t>
      </w:r>
      <w:r>
        <w:tab/>
        <w:t xml:space="preserve">Technické podmínky: </w:t>
      </w:r>
    </w:p>
    <w:p w14:paraId="2311EE33" w14:textId="77777777" w:rsidR="00996231" w:rsidRDefault="00996231" w:rsidP="00996231">
      <w:pPr>
        <w:pStyle w:val="Textbezslovn"/>
        <w:ind w:left="2127"/>
      </w:pPr>
      <w:r>
        <w:t xml:space="preserve">a) Technické kvalitativní </w:t>
      </w:r>
      <w:r w:rsidRPr="00342DC7">
        <w:t>podmínky</w:t>
      </w:r>
      <w:r>
        <w:t xml:space="preserve"> staveb státních drah (TKP) </w:t>
      </w:r>
    </w:p>
    <w:p w14:paraId="59D03571" w14:textId="48834AF0" w:rsidR="007D26F9" w:rsidRDefault="00996231" w:rsidP="00996231">
      <w:pPr>
        <w:pStyle w:val="Textbezslovn"/>
        <w:ind w:left="1446" w:firstLine="681"/>
      </w:pPr>
      <w:r>
        <w:t xml:space="preserve">b) Všeobecné technické podmínky – </w:t>
      </w:r>
      <w:r w:rsidR="00835E7D">
        <w:t>VTP/R/16</w:t>
      </w:r>
      <w:r w:rsidRPr="00A541EE">
        <w:t>/2</w:t>
      </w:r>
      <w:r w:rsidR="00835E7D">
        <w:t>2</w:t>
      </w:r>
    </w:p>
    <w:p w14:paraId="239F0F49" w14:textId="474D39AD" w:rsidR="007D26F9" w:rsidRDefault="00F43D42" w:rsidP="00F43D42">
      <w:pPr>
        <w:pStyle w:val="Textbezslovn"/>
        <w:ind w:left="2127"/>
      </w:pPr>
      <w:r>
        <w:t xml:space="preserve">c) </w:t>
      </w:r>
      <w:r w:rsidR="007D26F9" w:rsidRPr="00A3389B">
        <w:t xml:space="preserve">Zvláštní technické podmínky </w:t>
      </w:r>
      <w:r w:rsidR="002C6ECC">
        <w:t xml:space="preserve">na zhotovení souboru staveb s názvem </w:t>
      </w:r>
      <w:r w:rsidR="00F0160B" w:rsidRPr="00F0160B">
        <w:t>A: Rekonstrukce TZZ Přelouč – Prachovice, 1. etapa – výstavba nástupišť v ŽST Heřmanův Městec</w:t>
      </w:r>
      <w:r w:rsidR="002C6ECC" w:rsidRPr="002C6ECC">
        <w:t xml:space="preserve"> a </w:t>
      </w:r>
      <w:r w:rsidR="00F0160B" w:rsidRPr="00F0160B">
        <w:t xml:space="preserve">B: Rekonstrukce přejezdu P5043 v km 13,750 trati Přelouč – Prachovice </w:t>
      </w:r>
      <w:r w:rsidR="004372B6" w:rsidRPr="00A3389B">
        <w:rPr>
          <w:rFonts w:eastAsia="Times New Roman" w:cs="Arial"/>
          <w:color w:val="000000"/>
          <w:lang w:eastAsia="cs-CZ"/>
        </w:rPr>
        <w:t xml:space="preserve">ze dne </w:t>
      </w:r>
      <w:r w:rsidR="004D3D1E">
        <w:rPr>
          <w:rFonts w:eastAsia="Times New Roman" w:cs="Arial"/>
          <w:color w:val="000000"/>
          <w:lang w:eastAsia="cs-CZ"/>
        </w:rPr>
        <w:t>19. 7</w:t>
      </w:r>
      <w:r w:rsidR="00A3389B">
        <w:rPr>
          <w:rFonts w:eastAsia="Times New Roman" w:cs="Arial"/>
          <w:color w:val="000000"/>
          <w:lang w:eastAsia="cs-CZ"/>
        </w:rPr>
        <w:t>.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10156AD" w14:textId="3DAB5BB3" w:rsidR="002A7B96" w:rsidRPr="004C1A60" w:rsidRDefault="004C1A60" w:rsidP="002A7B96">
      <w:pPr>
        <w:pStyle w:val="Textbezslovn"/>
        <w:rPr>
          <w:color w:val="FF0000"/>
        </w:rPr>
      </w:pPr>
      <w:r w:rsidRPr="00606FE8">
        <w:rPr>
          <w:b/>
        </w:rPr>
        <w:t>Příloha č.</w:t>
      </w:r>
      <w:r w:rsidR="00E11090">
        <w:rPr>
          <w:b/>
        </w:rPr>
        <w:t xml:space="preserve"> 9</w:t>
      </w:r>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264FB472" w:rsidR="00F422D3" w:rsidRDefault="00F422D3" w:rsidP="009F0867">
      <w:pPr>
        <w:pStyle w:val="Textbezodsazen"/>
      </w:pPr>
      <w:r>
        <w:t>V</w:t>
      </w:r>
      <w:r w:rsidR="007A219E">
        <w:t xml:space="preserve"> Praze</w:t>
      </w:r>
      <w:r>
        <w:t xml:space="preserve"> dne ……………</w:t>
      </w:r>
      <w:r w:rsidR="00F943CD">
        <w:t>……</w:t>
      </w:r>
      <w:r>
        <w:t xml:space="preserve"> </w:t>
      </w:r>
      <w:r>
        <w:tab/>
      </w:r>
      <w:r>
        <w:tab/>
      </w:r>
      <w:r>
        <w:tab/>
      </w:r>
      <w:r>
        <w:tab/>
        <w:t>V…………………</w:t>
      </w:r>
      <w:r w:rsidR="00F943CD">
        <w:t>…</w:t>
      </w:r>
      <w:r>
        <w:t xml:space="preserve"> dne ………</w:t>
      </w:r>
      <w:r w:rsidR="00F943CD">
        <w:t>………</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2C7C0FE0" w:rsidR="00F422D3" w:rsidRDefault="00F422D3" w:rsidP="009F0867">
      <w:pPr>
        <w:pStyle w:val="Textbezodsazen"/>
      </w:pPr>
      <w:r>
        <w:t>………………………</w:t>
      </w:r>
      <w:r w:rsidR="00F943CD">
        <w:t>…………………………………</w:t>
      </w:r>
      <w:r>
        <w:tab/>
      </w:r>
      <w:r>
        <w:tab/>
      </w:r>
      <w:r>
        <w:tab/>
        <w:t>………………………</w:t>
      </w:r>
      <w:r w:rsidR="00342DC7">
        <w:t>…</w:t>
      </w:r>
      <w:r w:rsidR="00F943CD">
        <w:t>…</w:t>
      </w:r>
      <w:r>
        <w:t>………………</w:t>
      </w:r>
      <w:r w:rsidR="00F943CD">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784A2E32" w:rsidR="007145F3" w:rsidRDefault="00265F49" w:rsidP="00CB4F6D">
      <w:pPr>
        <w:pStyle w:val="Textbezodsazen"/>
      </w:pPr>
      <w:r w:rsidRPr="00265F49">
        <w:t>OP/R/24/22</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B17404">
      <w:pPr>
        <w:pStyle w:val="Odstavec1-1a"/>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4204867" w14:textId="38C00E28" w:rsidR="00265F49" w:rsidRDefault="00342DC7" w:rsidP="00B17404">
      <w:pPr>
        <w:pStyle w:val="Odstavec1-1a"/>
        <w:tabs>
          <w:tab w:val="clear" w:pos="1475"/>
          <w:tab w:val="num" w:pos="1134"/>
        </w:tabs>
        <w:ind w:left="1134" w:hanging="425"/>
        <w:rPr>
          <w:b/>
        </w:rPr>
      </w:pPr>
      <w:r w:rsidRPr="00AE4B52">
        <w:rPr>
          <w:rStyle w:val="Tun"/>
        </w:rPr>
        <w:t xml:space="preserve">Všeobecné technické podmínky </w:t>
      </w:r>
      <w:r w:rsidR="00D2447E">
        <w:rPr>
          <w:b/>
        </w:rPr>
        <w:t>VTP/R/16</w:t>
      </w:r>
      <w:r w:rsidR="00265F49" w:rsidRPr="00510106">
        <w:rPr>
          <w:b/>
        </w:rPr>
        <w:t>/2</w:t>
      </w:r>
      <w:r w:rsidR="00D2447E">
        <w:rPr>
          <w:b/>
        </w:rPr>
        <w:t>2</w:t>
      </w:r>
    </w:p>
    <w:p w14:paraId="3FCF186D" w14:textId="47CCED81" w:rsidR="00342DC7" w:rsidRPr="006B5090" w:rsidRDefault="00342DC7" w:rsidP="00B17404">
      <w:pPr>
        <w:pStyle w:val="Odstavec1-1a"/>
        <w:tabs>
          <w:tab w:val="clear" w:pos="1475"/>
        </w:tabs>
        <w:ind w:left="1134" w:hanging="425"/>
        <w:rPr>
          <w:rStyle w:val="Tun"/>
        </w:rPr>
      </w:pPr>
      <w:r w:rsidRPr="00A3389B">
        <w:rPr>
          <w:rStyle w:val="Tun"/>
        </w:rPr>
        <w:t xml:space="preserve">Zvláštní technické podmínky </w:t>
      </w:r>
      <w:r w:rsidR="009F3E33">
        <w:t xml:space="preserve">na zhotovení souboru staveb s názvem </w:t>
      </w:r>
      <w:r w:rsidR="006B5090">
        <w:t xml:space="preserve">s názvem </w:t>
      </w:r>
      <w:r w:rsidR="006B5090">
        <w:br/>
      </w:r>
      <w:r w:rsidR="006B5090" w:rsidRPr="00F0160B">
        <w:t>A: Rekonstrukce TZZ Přelouč – Prachovice, 1. etapa – výstavba nástupišť v ŽST Heřmanův Městec</w:t>
      </w:r>
      <w:r w:rsidR="006B5090" w:rsidRPr="002C6ECC">
        <w:t xml:space="preserve"> a </w:t>
      </w:r>
      <w:r w:rsidR="006B5090" w:rsidRPr="00F0160B">
        <w:t xml:space="preserve">B: Rekonstrukce přejezdu P5043 v km 13,750 trati Přelouč – Prachovice </w:t>
      </w:r>
      <w:r w:rsidR="006B5090" w:rsidRPr="00A3389B">
        <w:rPr>
          <w:rFonts w:eastAsia="Times New Roman" w:cs="Arial"/>
          <w:color w:val="000000"/>
          <w:lang w:eastAsia="cs-CZ"/>
        </w:rPr>
        <w:t xml:space="preserve">ze dne </w:t>
      </w:r>
      <w:r w:rsidR="006B5090">
        <w:rPr>
          <w:rFonts w:eastAsia="Times New Roman" w:cs="Arial"/>
          <w:color w:val="000000"/>
          <w:lang w:eastAsia="cs-CZ"/>
        </w:rPr>
        <w:t>19. 7. 2022</w:t>
      </w: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9A91B6D" w14:textId="3426991A" w:rsidR="006B5090" w:rsidRDefault="001311B5" w:rsidP="001311B5">
      <w:pPr>
        <w:pStyle w:val="Odrka1-1"/>
      </w:pPr>
      <w:r w:rsidRPr="001311B5">
        <w:t xml:space="preserve">DÚSP (Projekt </w:t>
      </w:r>
      <w:proofErr w:type="spellStart"/>
      <w:r w:rsidRPr="001311B5">
        <w:t>stavby+PDPS</w:t>
      </w:r>
      <w:proofErr w:type="spellEnd"/>
      <w:r w:rsidRPr="001311B5">
        <w:t>) zpracovaný společností EXPROJEKT s.r.o., Heršpická 758/13, 619 00 Brno, IČO: 29285801, z 8/2022</w:t>
      </w:r>
      <w:r>
        <w:t xml:space="preserve"> </w:t>
      </w:r>
      <w:r w:rsidR="006B5090">
        <w:t>pro dílčí část:</w:t>
      </w:r>
    </w:p>
    <w:p w14:paraId="278E0781" w14:textId="77777777" w:rsidR="006B5090" w:rsidRDefault="006B5090" w:rsidP="006B5090">
      <w:pPr>
        <w:pStyle w:val="Odrka1-1"/>
        <w:ind w:firstLine="57"/>
      </w:pPr>
      <w:r>
        <w:t>A: Rekonstrukce TZZ Přelouč – Prachovice, 1. etapa – výstavba nástupišť v ŽST Heřmanův Městec</w:t>
      </w:r>
    </w:p>
    <w:p w14:paraId="4F843949" w14:textId="0EC2B0B7" w:rsidR="00985DF9" w:rsidRPr="00021374" w:rsidRDefault="006B5090" w:rsidP="006B5090">
      <w:pPr>
        <w:pStyle w:val="Odrka1-1"/>
        <w:ind w:firstLine="57"/>
      </w:pPr>
      <w:r>
        <w:t>B: Rekonstrukce přejezdu P5043 v km 13,750 trati Přelouč – Prachovice.</w:t>
      </w:r>
      <w:r w:rsidR="00985DF9" w:rsidRPr="00021374">
        <w:rPr>
          <w:strike/>
        </w:rPr>
        <w:t xml:space="preserve">  </w:t>
      </w:r>
    </w:p>
    <w:p w14:paraId="1E96934B" w14:textId="2921F0E0" w:rsidR="00985DF9" w:rsidRPr="002C6E64" w:rsidRDefault="00985DF9" w:rsidP="00A94F13">
      <w:pPr>
        <w:pStyle w:val="Odrka1-1"/>
      </w:pPr>
      <w:r w:rsidRPr="002C6E64">
        <w:t xml:space="preserve">Stavební povolení </w:t>
      </w:r>
      <w:r w:rsidR="00301FFB">
        <w:t xml:space="preserve">vydané DÚ Praha sekce infrastruktury-územní odbor Praha, </w:t>
      </w:r>
      <w:r w:rsidR="00301FFB">
        <w:br/>
        <w:t>č. j. DUCR-37067/22/</w:t>
      </w:r>
      <w:proofErr w:type="spellStart"/>
      <w:r w:rsidR="00301FFB">
        <w:t>Bn</w:t>
      </w:r>
      <w:proofErr w:type="spellEnd"/>
      <w:r w:rsidR="00301FFB">
        <w:t>, ze dne 1. 7. 2022 pro celou stavbu „Rekonstrukce TZZ Přelouč – Prachovice</w:t>
      </w: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2DA102A" w14:textId="77777777" w:rsidR="00D81ED0" w:rsidRPr="000C2B01" w:rsidRDefault="00D81ED0" w:rsidP="00D81ED0">
      <w:pPr>
        <w:pStyle w:val="Textbezodsazen"/>
      </w:pPr>
      <w:r w:rsidRPr="00F943CD">
        <w:t>a to samostatně pro stavby:</w:t>
      </w:r>
    </w:p>
    <w:p w14:paraId="7644B063" w14:textId="77777777" w:rsidR="006B5090" w:rsidRDefault="006B5090" w:rsidP="00D81ED0">
      <w:pPr>
        <w:pStyle w:val="Textbezodsazen"/>
        <w:rPr>
          <w:b/>
        </w:rPr>
      </w:pPr>
      <w:r w:rsidRPr="006B5090">
        <w:rPr>
          <w:b/>
        </w:rPr>
        <w:t>A: Rekonstrukce TZZ Přelouč – Prachovice, 1. etapa – výstavba nástupišť v ŽST Heřmanův Městec</w:t>
      </w:r>
    </w:p>
    <w:p w14:paraId="516B40E3" w14:textId="2B8080B2" w:rsidR="00D81ED0" w:rsidRDefault="006B5090" w:rsidP="00D81ED0">
      <w:pPr>
        <w:pStyle w:val="Textbezodsazen"/>
      </w:pPr>
      <w:r w:rsidRPr="006B5090">
        <w:rPr>
          <w:b/>
        </w:rPr>
        <w:t>B: Rekonstrukce přejezdu P5043 v km 13,750 trati Přelouč – Prachovice</w:t>
      </w:r>
    </w:p>
    <w:p w14:paraId="033D682D" w14:textId="77777777" w:rsidR="00D81ED0" w:rsidRDefault="00D81ED0" w:rsidP="00D81ED0">
      <w:pPr>
        <w:pStyle w:val="Textbezodsazen"/>
        <w:rPr>
          <w:b/>
        </w:rPr>
      </w:pPr>
    </w:p>
    <w:p w14:paraId="1AA517F0" w14:textId="67B0C333" w:rsidR="00D81ED0" w:rsidRDefault="00D81ED0" w:rsidP="00D81ED0">
      <w:pPr>
        <w:pStyle w:val="Textbezodsazen"/>
      </w:pPr>
      <w:r w:rsidRPr="00247877">
        <w:rPr>
          <w:b/>
        </w:rPr>
        <w:t>Fakturace proběhne u každé stavby samostatně.</w:t>
      </w:r>
    </w:p>
    <w:p w14:paraId="65DB8215" w14:textId="77777777" w:rsidR="00D81ED0" w:rsidRDefault="00D81ED0" w:rsidP="00A0271B">
      <w:pPr>
        <w:pStyle w:val="Textbezodsazen"/>
      </w:pPr>
    </w:p>
    <w:p w14:paraId="1246B41D" w14:textId="77777777" w:rsidR="00D81ED0" w:rsidRDefault="00D81ED0" w:rsidP="00A0271B">
      <w:pPr>
        <w:pStyle w:val="Textbezodsazen"/>
      </w:pPr>
    </w:p>
    <w:p w14:paraId="0B63F90D" w14:textId="04823562"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49E29B4D" w14:textId="77777777" w:rsidR="002C6E64" w:rsidRPr="00F95FBD" w:rsidRDefault="002C6E64" w:rsidP="002C6E6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C6E64" w:rsidRPr="00F95FBD" w14:paraId="3E4AAD4A" w14:textId="77777777" w:rsidTr="00B81F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6CA45A" w14:textId="77777777" w:rsidR="002C6E64" w:rsidRPr="00F95FBD" w:rsidRDefault="002C6E64" w:rsidP="00B81FF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9E033" w14:textId="77777777" w:rsidR="002C6E64" w:rsidRPr="007D4843" w:rsidRDefault="002C6E64" w:rsidP="00B81FFA">
            <w:pPr>
              <w:pStyle w:val="Tabulka"/>
              <w:cnfStyle w:val="100000000000" w:firstRow="1" w:lastRow="0" w:firstColumn="0" w:lastColumn="0" w:oddVBand="0" w:evenVBand="0" w:oddHBand="0" w:evenHBand="0" w:firstRowFirstColumn="0" w:firstRowLastColumn="0" w:lastRowFirstColumn="0" w:lastRowLastColumn="0"/>
              <w:rPr>
                <w:b/>
              </w:rPr>
            </w:pPr>
            <w:r w:rsidRPr="007D4843">
              <w:rPr>
                <w:b/>
              </w:rPr>
              <w:t>Ing. Miroslav Bocák, ředitel Stavební správy východ</w:t>
            </w:r>
          </w:p>
        </w:tc>
      </w:tr>
      <w:tr w:rsidR="002C6E64" w:rsidRPr="00F95FBD" w14:paraId="7024A0BF" w14:textId="77777777" w:rsidTr="00B81F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E6C287" w14:textId="77777777" w:rsidR="002C6E64" w:rsidRPr="008175E5" w:rsidRDefault="002C6E64" w:rsidP="00B81FFA">
            <w:pPr>
              <w:pStyle w:val="Tabulka"/>
              <w:rPr>
                <w:rStyle w:val="Nadpisvtabulce"/>
                <w:b w:val="0"/>
              </w:rPr>
            </w:pPr>
            <w:r w:rsidRPr="008175E5">
              <w:rPr>
                <w:rStyle w:val="Nadpisvtabulce"/>
                <w:b w:val="0"/>
              </w:rPr>
              <w:t>Adresa</w:t>
            </w:r>
          </w:p>
        </w:tc>
        <w:tc>
          <w:tcPr>
            <w:tcW w:w="5812" w:type="dxa"/>
            <w:vAlign w:val="top"/>
          </w:tcPr>
          <w:p w14:paraId="1CC19C4C" w14:textId="77777777" w:rsidR="002C6E64" w:rsidRDefault="002C6E64" w:rsidP="00B81FF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A95CEA0" w14:textId="77777777" w:rsidR="002C6E64" w:rsidRPr="001F518E" w:rsidRDefault="002C6E64" w:rsidP="00B81FF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C6E64" w:rsidRPr="00F95FBD" w14:paraId="409ADC5B" w14:textId="77777777" w:rsidTr="00B81F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37AA4F" w14:textId="77777777" w:rsidR="002C6E64" w:rsidRPr="00F95FBD" w:rsidRDefault="002C6E64" w:rsidP="00B81FFA">
            <w:pPr>
              <w:pStyle w:val="Tabulka"/>
            </w:pPr>
            <w:r w:rsidRPr="00F95FBD">
              <w:t>E-mail</w:t>
            </w:r>
          </w:p>
        </w:tc>
        <w:tc>
          <w:tcPr>
            <w:tcW w:w="5812" w:type="dxa"/>
            <w:vAlign w:val="top"/>
          </w:tcPr>
          <w:p w14:paraId="1A8D7A55" w14:textId="77777777" w:rsidR="002C6E64" w:rsidRPr="001F518E" w:rsidRDefault="002C6E64" w:rsidP="00B81F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rPr>
                <w:rStyle w:val="Hypertextovodkaz"/>
                <w:noProof w:val="0"/>
              </w:rPr>
              <w:t>Bocak@spravazeleznic.cz</w:t>
            </w:r>
          </w:p>
        </w:tc>
      </w:tr>
      <w:tr w:rsidR="002C6E64" w:rsidRPr="00F95FBD" w14:paraId="6E7BD5BC" w14:textId="77777777" w:rsidTr="00B81F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461DC" w14:textId="77777777" w:rsidR="002C6E64" w:rsidRPr="00F95FBD" w:rsidRDefault="002C6E64" w:rsidP="00B81FFA">
            <w:pPr>
              <w:pStyle w:val="Tabulka"/>
            </w:pPr>
            <w:r w:rsidRPr="00F95FBD">
              <w:t>Telefon</w:t>
            </w:r>
          </w:p>
        </w:tc>
        <w:tc>
          <w:tcPr>
            <w:tcW w:w="5812" w:type="dxa"/>
            <w:vAlign w:val="top"/>
          </w:tcPr>
          <w:p w14:paraId="132ADD63" w14:textId="77777777" w:rsidR="002C6E64" w:rsidRPr="001F518E" w:rsidRDefault="002C6E64" w:rsidP="00B81F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C34E9">
              <w:t>+420 606 780 184</w:t>
            </w:r>
          </w:p>
        </w:tc>
      </w:tr>
    </w:tbl>
    <w:p w14:paraId="1FC38509" w14:textId="77777777" w:rsidR="002C6E64" w:rsidRDefault="002C6E64" w:rsidP="002C6E64">
      <w:pPr>
        <w:pStyle w:val="Textbezodsazen"/>
      </w:pPr>
    </w:p>
    <w:p w14:paraId="2AD367F0" w14:textId="77777777" w:rsidR="002C6E64" w:rsidRPr="005C34E9" w:rsidRDefault="002C6E64" w:rsidP="002C6E64">
      <w:pPr>
        <w:keepNext/>
        <w:keepLines/>
        <w:pBdr>
          <w:top w:val="single" w:sz="12" w:space="3" w:color="00A1E0" w:themeColor="accent3"/>
        </w:pBdr>
        <w:suppressAutoHyphens/>
        <w:spacing w:after="60"/>
        <w:rPr>
          <w:rFonts w:asciiTheme="minorHAnsi" w:hAnsiTheme="minorHAnsi"/>
          <w:b/>
          <w:sz w:val="18"/>
          <w:szCs w:val="18"/>
        </w:rPr>
      </w:pPr>
      <w:r w:rsidRPr="005C34E9">
        <w:rPr>
          <w:rFonts w:asciiTheme="minorHAnsi" w:hAnsiTheme="minorHAnsi"/>
          <w:b/>
          <w:sz w:val="18"/>
          <w:szCs w:val="18"/>
        </w:rPr>
        <w:t xml:space="preserve">Ve věcech </w:t>
      </w:r>
      <w:r w:rsidRPr="005C34E9">
        <w:rPr>
          <w:rFonts w:asciiTheme="majorHAnsi" w:hAnsiTheme="majorHAnsi"/>
          <w:b/>
          <w:sz w:val="18"/>
          <w:szCs w:val="18"/>
        </w:rPr>
        <w:t>smluvních</w:t>
      </w:r>
      <w:r w:rsidRPr="005C34E9">
        <w:rPr>
          <w:rFonts w:asciiTheme="minorHAnsi" w:hAnsiTheme="minorHAnsi"/>
          <w:b/>
          <w:sz w:val="18"/>
          <w:szCs w:val="18"/>
        </w:rPr>
        <w:t xml:space="preserve"> a obchodních (mimo podpisu smlouvy a jejích dodatků)</w:t>
      </w:r>
    </w:p>
    <w:tbl>
      <w:tblPr>
        <w:tblStyle w:val="Tabulka11"/>
        <w:tblW w:w="8868" w:type="dxa"/>
        <w:tblLook w:val="04A0" w:firstRow="1" w:lastRow="0" w:firstColumn="1" w:lastColumn="0" w:noHBand="0" w:noVBand="1"/>
      </w:tblPr>
      <w:tblGrid>
        <w:gridCol w:w="3056"/>
        <w:gridCol w:w="5812"/>
      </w:tblGrid>
      <w:tr w:rsidR="002C6E64" w:rsidRPr="005C34E9" w14:paraId="4682E3E8" w14:textId="77777777" w:rsidTr="00B81F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72879" w14:textId="77777777" w:rsidR="002C6E64" w:rsidRPr="005C34E9" w:rsidRDefault="002C6E64" w:rsidP="00B81FFA">
            <w:pPr>
              <w:spacing w:before="40" w:after="40" w:line="240" w:lineRule="auto"/>
              <w:rPr>
                <w:b/>
                <w:sz w:val="18"/>
                <w:szCs w:val="18"/>
              </w:rPr>
            </w:pPr>
            <w:r w:rsidRPr="005C34E9">
              <w:rPr>
                <w:b/>
                <w:sz w:val="18"/>
                <w:szCs w:val="18"/>
              </w:rPr>
              <w:t>Jméno a příjmení</w:t>
            </w:r>
          </w:p>
        </w:tc>
        <w:tc>
          <w:tcPr>
            <w:tcW w:w="5812" w:type="dxa"/>
            <w:vAlign w:val="top"/>
          </w:tcPr>
          <w:p w14:paraId="43E86BF8" w14:textId="77777777" w:rsidR="002C6E64" w:rsidRPr="007D4843" w:rsidRDefault="002C6E64" w:rsidP="00B81FFA">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053E57">
              <w:rPr>
                <w:b/>
                <w:sz w:val="18"/>
                <w:szCs w:val="18"/>
              </w:rPr>
              <w:t>Mgr. Jan Foldyna, právník Stavební správy východ</w:t>
            </w:r>
          </w:p>
        </w:tc>
      </w:tr>
      <w:tr w:rsidR="002C6E64" w:rsidRPr="005C34E9" w14:paraId="6E08AC9D" w14:textId="77777777" w:rsidTr="00B81F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6E1AD1" w14:textId="77777777" w:rsidR="002C6E64" w:rsidRPr="005C34E9" w:rsidRDefault="002C6E64" w:rsidP="00B81FFA">
            <w:pPr>
              <w:spacing w:before="40" w:after="40" w:line="240" w:lineRule="auto"/>
              <w:rPr>
                <w:sz w:val="18"/>
                <w:szCs w:val="18"/>
              </w:rPr>
            </w:pPr>
            <w:r w:rsidRPr="005C34E9">
              <w:rPr>
                <w:sz w:val="18"/>
                <w:szCs w:val="18"/>
              </w:rPr>
              <w:t>Adresa</w:t>
            </w:r>
          </w:p>
        </w:tc>
        <w:tc>
          <w:tcPr>
            <w:tcW w:w="5812" w:type="dxa"/>
            <w:vAlign w:val="top"/>
          </w:tcPr>
          <w:p w14:paraId="69078E1A" w14:textId="77777777" w:rsidR="002C6E64" w:rsidRPr="00563F47" w:rsidRDefault="002C6E64" w:rsidP="00B81FF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63F47">
              <w:rPr>
                <w:sz w:val="18"/>
                <w:szCs w:val="18"/>
              </w:rPr>
              <w:t>Správa železnic, státní organizace</w:t>
            </w:r>
          </w:p>
          <w:p w14:paraId="61E374E7" w14:textId="77777777" w:rsidR="002C6E64" w:rsidRPr="00563F47" w:rsidRDefault="002C6E64" w:rsidP="00B81FF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63F47">
              <w:rPr>
                <w:sz w:val="18"/>
                <w:szCs w:val="18"/>
              </w:rPr>
              <w:t>Stavební správa východ,Nerudova1, 779 00 Olomouc</w:t>
            </w:r>
          </w:p>
        </w:tc>
      </w:tr>
      <w:tr w:rsidR="002C6E64" w:rsidRPr="005C34E9" w14:paraId="150333E3" w14:textId="77777777" w:rsidTr="00B81F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D2F60C" w14:textId="77777777" w:rsidR="002C6E64" w:rsidRPr="005C34E9" w:rsidRDefault="002C6E64" w:rsidP="00B81FFA">
            <w:pPr>
              <w:spacing w:before="40" w:after="40" w:line="240" w:lineRule="auto"/>
              <w:rPr>
                <w:sz w:val="18"/>
                <w:szCs w:val="18"/>
              </w:rPr>
            </w:pPr>
            <w:r w:rsidRPr="005C34E9">
              <w:rPr>
                <w:sz w:val="18"/>
                <w:szCs w:val="18"/>
              </w:rPr>
              <w:t>E-mail</w:t>
            </w:r>
          </w:p>
        </w:tc>
        <w:tc>
          <w:tcPr>
            <w:tcW w:w="5812" w:type="dxa"/>
            <w:vAlign w:val="top"/>
          </w:tcPr>
          <w:p w14:paraId="013623AC" w14:textId="77777777" w:rsidR="002C6E64" w:rsidRPr="00563F47" w:rsidRDefault="009A5B82" w:rsidP="00B81FF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hyperlink r:id="rId31" w:history="1">
              <w:r w:rsidR="002C6E64" w:rsidRPr="00563F47">
                <w:rPr>
                  <w:rStyle w:val="Hypertextovodkaz"/>
                  <w:sz w:val="18"/>
                  <w:szCs w:val="18"/>
                </w:rPr>
                <w:t>FoldynaJ@spravazeleznic.cz</w:t>
              </w:r>
            </w:hyperlink>
          </w:p>
        </w:tc>
      </w:tr>
      <w:tr w:rsidR="002C6E64" w:rsidRPr="005C34E9" w14:paraId="2298D46D" w14:textId="77777777" w:rsidTr="00B81F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EA39FF" w14:textId="77777777" w:rsidR="002C6E64" w:rsidRPr="005C34E9" w:rsidRDefault="002C6E64" w:rsidP="00B81FFA">
            <w:pPr>
              <w:spacing w:before="40" w:after="40" w:line="240" w:lineRule="auto"/>
              <w:rPr>
                <w:sz w:val="18"/>
                <w:szCs w:val="18"/>
              </w:rPr>
            </w:pPr>
            <w:r w:rsidRPr="005C34E9">
              <w:rPr>
                <w:sz w:val="18"/>
                <w:szCs w:val="18"/>
              </w:rPr>
              <w:t>Telefon</w:t>
            </w:r>
          </w:p>
        </w:tc>
        <w:tc>
          <w:tcPr>
            <w:tcW w:w="5812" w:type="dxa"/>
            <w:vAlign w:val="top"/>
          </w:tcPr>
          <w:p w14:paraId="52BFC942" w14:textId="77777777" w:rsidR="002C6E64" w:rsidRPr="00563F47" w:rsidRDefault="002C6E64" w:rsidP="00B81FF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563F47">
              <w:rPr>
                <w:sz w:val="18"/>
                <w:szCs w:val="18"/>
              </w:rPr>
              <w:t>+420 601 160 009</w:t>
            </w:r>
          </w:p>
        </w:tc>
      </w:tr>
    </w:tbl>
    <w:p w14:paraId="5C1A1F34" w14:textId="77777777" w:rsidR="002C6E64" w:rsidRPr="00F95FBD" w:rsidRDefault="002C6E64" w:rsidP="002C6E64">
      <w:pPr>
        <w:pStyle w:val="Textbezodsazen"/>
      </w:pPr>
    </w:p>
    <w:p w14:paraId="1E097BEC" w14:textId="77777777" w:rsidR="002C6E64" w:rsidRPr="00F95FBD" w:rsidRDefault="002C6E64" w:rsidP="002C6E6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C6E64" w:rsidRPr="00F95FBD" w14:paraId="580CBBCD" w14:textId="77777777" w:rsidTr="00B81F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E3C6CD" w14:textId="77777777" w:rsidR="002C6E64" w:rsidRPr="00F95FBD" w:rsidRDefault="002C6E64" w:rsidP="00B81F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94E9DE8" w14:textId="1E552500" w:rsidR="002C6E64" w:rsidRPr="007D4843" w:rsidRDefault="002C6E64" w:rsidP="00B81FFA">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843">
              <w:rPr>
                <w:b/>
              </w:rPr>
              <w:t>Zdeněk Fišer</w:t>
            </w:r>
          </w:p>
        </w:tc>
      </w:tr>
      <w:tr w:rsidR="007A219E" w:rsidRPr="00F95FBD" w14:paraId="20169936" w14:textId="77777777" w:rsidTr="00B81FFA">
        <w:tc>
          <w:tcPr>
            <w:cnfStyle w:val="001000000000" w:firstRow="0" w:lastRow="0" w:firstColumn="1" w:lastColumn="0" w:oddVBand="0" w:evenVBand="0" w:oddHBand="0" w:evenHBand="0" w:firstRowFirstColumn="0" w:firstRowLastColumn="0" w:lastRowFirstColumn="0" w:lastRowLastColumn="0"/>
            <w:tcW w:w="3056" w:type="dxa"/>
          </w:tcPr>
          <w:p w14:paraId="7B8D7E50" w14:textId="77777777" w:rsidR="007A219E" w:rsidRPr="00F95FBD" w:rsidRDefault="007A219E" w:rsidP="007A219E">
            <w:pPr>
              <w:pStyle w:val="Tabulka"/>
              <w:rPr>
                <w:rStyle w:val="Nadpisvtabulce"/>
                <w:b w:val="0"/>
              </w:rPr>
            </w:pPr>
            <w:r>
              <w:rPr>
                <w:rStyle w:val="Nadpisvtabulce"/>
                <w:b w:val="0"/>
              </w:rPr>
              <w:t>Adresa</w:t>
            </w:r>
          </w:p>
        </w:tc>
        <w:tc>
          <w:tcPr>
            <w:tcW w:w="5812" w:type="dxa"/>
          </w:tcPr>
          <w:p w14:paraId="093B105B" w14:textId="77777777" w:rsidR="007A219E" w:rsidRDefault="007A219E" w:rsidP="007A219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E33B0E7" w14:textId="55192E8F" w:rsidR="007A219E" w:rsidRPr="001F518E" w:rsidRDefault="007A219E" w:rsidP="007A219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východ,Nerudova1, 779 00 Olomouc</w:t>
            </w:r>
            <w:r w:rsidRPr="001F518E">
              <w:rPr>
                <w:highlight w:val="green"/>
              </w:rPr>
              <w:t xml:space="preserve"> </w:t>
            </w:r>
          </w:p>
        </w:tc>
      </w:tr>
      <w:tr w:rsidR="002C6E64" w:rsidRPr="00F95FBD" w14:paraId="0398021C" w14:textId="77777777" w:rsidTr="00B81FFA">
        <w:tc>
          <w:tcPr>
            <w:cnfStyle w:val="001000000000" w:firstRow="0" w:lastRow="0" w:firstColumn="1" w:lastColumn="0" w:oddVBand="0" w:evenVBand="0" w:oddHBand="0" w:evenHBand="0" w:firstRowFirstColumn="0" w:firstRowLastColumn="0" w:lastRowFirstColumn="0" w:lastRowLastColumn="0"/>
            <w:tcW w:w="3056" w:type="dxa"/>
          </w:tcPr>
          <w:p w14:paraId="1E0079DF" w14:textId="77777777" w:rsidR="002C6E64" w:rsidRPr="00F95FBD" w:rsidRDefault="002C6E64" w:rsidP="00B81FFA">
            <w:pPr>
              <w:pStyle w:val="Tabulka"/>
            </w:pPr>
            <w:r w:rsidRPr="00F95FBD">
              <w:t>E-mail</w:t>
            </w:r>
          </w:p>
        </w:tc>
        <w:tc>
          <w:tcPr>
            <w:tcW w:w="5812" w:type="dxa"/>
          </w:tcPr>
          <w:p w14:paraId="13501DE8" w14:textId="234AC8F8" w:rsidR="00B81FFA" w:rsidRPr="001F518E" w:rsidRDefault="009A5B82" w:rsidP="00B81FF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B81FFA" w:rsidRPr="00DF41C4">
                <w:rPr>
                  <w:rStyle w:val="Hypertextovodkaz"/>
                  <w:noProof w:val="0"/>
                </w:rPr>
                <w:t>Fiser@spravazeleznic.cz</w:t>
              </w:r>
            </w:hyperlink>
          </w:p>
        </w:tc>
      </w:tr>
      <w:tr w:rsidR="002C6E64" w:rsidRPr="00F95FBD" w14:paraId="1C00731E" w14:textId="77777777" w:rsidTr="00B81FFA">
        <w:tc>
          <w:tcPr>
            <w:cnfStyle w:val="001000000000" w:firstRow="0" w:lastRow="0" w:firstColumn="1" w:lastColumn="0" w:oddVBand="0" w:evenVBand="0" w:oddHBand="0" w:evenHBand="0" w:firstRowFirstColumn="0" w:firstRowLastColumn="0" w:lastRowFirstColumn="0" w:lastRowLastColumn="0"/>
            <w:tcW w:w="3056" w:type="dxa"/>
          </w:tcPr>
          <w:p w14:paraId="7995A1D1" w14:textId="77777777" w:rsidR="002C6E64" w:rsidRPr="00F95FBD" w:rsidRDefault="002C6E64" w:rsidP="00B81FFA">
            <w:pPr>
              <w:pStyle w:val="Tabulka"/>
            </w:pPr>
            <w:r w:rsidRPr="00F95FBD">
              <w:t>Telefon</w:t>
            </w:r>
          </w:p>
        </w:tc>
        <w:tc>
          <w:tcPr>
            <w:tcW w:w="5812" w:type="dxa"/>
          </w:tcPr>
          <w:p w14:paraId="7C6DD139" w14:textId="2DDAC6AC" w:rsidR="002C6E64" w:rsidRPr="001F518E" w:rsidRDefault="002C6E64" w:rsidP="002C6E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A02D3">
              <w:t>+420</w:t>
            </w:r>
            <w:r>
              <w:t> 722 819 644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1B4898D5" w:rsidR="002038D5" w:rsidRPr="007D4843" w:rsidRDefault="00A368BB" w:rsidP="00A368BB">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843">
              <w:rPr>
                <w:b/>
              </w:rPr>
              <w:t xml:space="preserve">Ing. Martin </w:t>
            </w:r>
            <w:proofErr w:type="spellStart"/>
            <w:r w:rsidRPr="007D4843">
              <w:rPr>
                <w:b/>
              </w:rPr>
              <w:t>Halbrštát</w:t>
            </w:r>
            <w:proofErr w:type="spellEnd"/>
            <w:r w:rsidRPr="007D4843">
              <w:rPr>
                <w:b/>
              </w:rPr>
              <w:t xml:space="preserve"> </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E19BD9D" w14:textId="77777777" w:rsidR="00A368BB" w:rsidRDefault="00A368BB" w:rsidP="00A368B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AEB8CD4" w14:textId="23AE64B0" w:rsidR="008175E5" w:rsidRPr="001F518E" w:rsidRDefault="00A368BB" w:rsidP="00A368BB">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východ,Nerudova1, 779 00 Olomouc</w:t>
            </w:r>
            <w:r w:rsidRPr="001F518E">
              <w:rPr>
                <w:highlight w:val="green"/>
              </w:rPr>
              <w:t xml:space="preserv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24C6EDE4" w:rsidR="002038D5" w:rsidRPr="001F518E" w:rsidRDefault="009A5B8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A368BB" w:rsidRPr="00F008A8">
                <w:rPr>
                  <w:rStyle w:val="Hypertextovodkaz"/>
                  <w:noProof w:val="0"/>
                </w:rPr>
                <w:t>Halbrstat@spravazeleznic.cz</w:t>
              </w:r>
            </w:hyperlink>
            <w:r w:rsidR="00A368BB">
              <w:t xml:space="preserve"> </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5B76F761" w:rsidR="002038D5" w:rsidRPr="001F518E" w:rsidRDefault="00A368B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368BB">
              <w:t>+420 724 576 129</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3A35EDF2" w:rsidR="00BF7B07" w:rsidRPr="007D4843" w:rsidRDefault="00A368BB" w:rsidP="00BF4AD6">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843">
              <w:rPr>
                <w:b/>
              </w:rPr>
              <w:t xml:space="preserve">Ing. Martin </w:t>
            </w:r>
            <w:proofErr w:type="spellStart"/>
            <w:r w:rsidRPr="007D4843">
              <w:rPr>
                <w:b/>
              </w:rPr>
              <w:t>Halbrštát</w:t>
            </w:r>
            <w:proofErr w:type="spellEnd"/>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029E5CC" w14:textId="77777777" w:rsidR="00A368BB" w:rsidRDefault="00A368BB" w:rsidP="00A368B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986D1E3" w14:textId="2261A27F" w:rsidR="008175E5" w:rsidRPr="000C2B01" w:rsidRDefault="00A368BB" w:rsidP="00A368BB">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Stavební správa východ,Nerudova1, 779 00 Olomouc </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1DFE5F39" w:rsidR="00BF7B07" w:rsidRPr="000C2B01" w:rsidRDefault="009A5B82"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A368BB" w:rsidRPr="00F008A8">
                <w:rPr>
                  <w:rStyle w:val="Hypertextovodkaz"/>
                  <w:noProof w:val="0"/>
                </w:rPr>
                <w:t>Halbrstat@spravazeleznic.cz</w:t>
              </w:r>
            </w:hyperlink>
            <w:r w:rsidR="00A368BB">
              <w:t xml:space="preserve"> </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17B09049" w:rsidR="00BF7B07" w:rsidRPr="000C2B01" w:rsidRDefault="00A368BB"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368BB">
              <w:t>+420 724 576 129</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2A67957C" w:rsidR="002038D5" w:rsidRPr="007D4843" w:rsidRDefault="007A219E" w:rsidP="007D4843">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843">
              <w:rPr>
                <w:b/>
              </w:rPr>
              <w:t xml:space="preserve">Ing. Petr </w:t>
            </w:r>
            <w:proofErr w:type="spellStart"/>
            <w:r w:rsidRPr="007D4843">
              <w:rPr>
                <w:b/>
              </w:rPr>
              <w:t>Očenáš</w:t>
            </w:r>
            <w:proofErr w:type="spellEnd"/>
            <w:r w:rsidRPr="007D4843">
              <w:rPr>
                <w:b/>
              </w:rPr>
              <w:t xml:space="preserve"> </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2C659351" w:rsidR="002038D5" w:rsidRPr="001F518E" w:rsidRDefault="007A219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SŽG, </w:t>
            </w:r>
            <w:r w:rsidRPr="007A219E">
              <w:t>Hlaváčova 206, 530 02 Pardubice</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178FDBBA" w:rsidR="002038D5" w:rsidRPr="001F518E" w:rsidRDefault="007A219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A219E">
              <w:t xml:space="preserve">ocenas@spravazeleznic.cz    </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3AA0B717" w:rsidR="002038D5" w:rsidRPr="001F518E" w:rsidRDefault="007A219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4843">
              <w:t>+420 724 765 397</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lastRenderedPageBreak/>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089E9D99" w14:textId="77777777"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3E8A0D6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lastRenderedPageBreak/>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03A9E56E" w14:textId="77777777" w:rsidR="00C252F6" w:rsidRPr="00F95FBD" w:rsidRDefault="00C252F6" w:rsidP="00C252F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C252F6" w:rsidRPr="00F95FBD" w14:paraId="24D08C0A" w14:textId="77777777" w:rsidTr="00061C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D36EAD" w14:textId="77777777" w:rsidR="00C252F6" w:rsidRPr="00F95FBD" w:rsidRDefault="00C252F6" w:rsidP="00061CE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549A1C9" w14:textId="77777777" w:rsidR="00C252F6" w:rsidRPr="00F95FBD" w:rsidRDefault="00C252F6" w:rsidP="00061C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252F6" w:rsidRPr="00F95FBD" w14:paraId="1D2A8EF5" w14:textId="77777777" w:rsidTr="00061CEE">
        <w:tc>
          <w:tcPr>
            <w:cnfStyle w:val="001000000000" w:firstRow="0" w:lastRow="0" w:firstColumn="1" w:lastColumn="0" w:oddVBand="0" w:evenVBand="0" w:oddHBand="0" w:evenHBand="0" w:firstRowFirstColumn="0" w:firstRowLastColumn="0" w:lastRowFirstColumn="0" w:lastRowLastColumn="0"/>
            <w:tcW w:w="3056" w:type="dxa"/>
          </w:tcPr>
          <w:p w14:paraId="6F992463" w14:textId="77777777" w:rsidR="00C252F6" w:rsidRPr="00F95FBD" w:rsidRDefault="00C252F6" w:rsidP="00061CEE">
            <w:pPr>
              <w:pStyle w:val="Tabulka"/>
            </w:pPr>
            <w:r w:rsidRPr="00F95FBD">
              <w:t>Adresa</w:t>
            </w:r>
          </w:p>
        </w:tc>
        <w:tc>
          <w:tcPr>
            <w:tcW w:w="5812" w:type="dxa"/>
          </w:tcPr>
          <w:p w14:paraId="6115D21D" w14:textId="77777777" w:rsidR="00C252F6" w:rsidRPr="00F95FBD" w:rsidRDefault="00C252F6" w:rsidP="00061C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252F6" w:rsidRPr="00F95FBD" w14:paraId="4E3A5BC3" w14:textId="77777777" w:rsidTr="00061CEE">
        <w:tc>
          <w:tcPr>
            <w:cnfStyle w:val="001000000000" w:firstRow="0" w:lastRow="0" w:firstColumn="1" w:lastColumn="0" w:oddVBand="0" w:evenVBand="0" w:oddHBand="0" w:evenHBand="0" w:firstRowFirstColumn="0" w:firstRowLastColumn="0" w:lastRowFirstColumn="0" w:lastRowLastColumn="0"/>
            <w:tcW w:w="3056" w:type="dxa"/>
          </w:tcPr>
          <w:p w14:paraId="04BB207A" w14:textId="77777777" w:rsidR="00C252F6" w:rsidRPr="00F95FBD" w:rsidRDefault="00C252F6" w:rsidP="00061CEE">
            <w:pPr>
              <w:pStyle w:val="Tabulka"/>
            </w:pPr>
            <w:r w:rsidRPr="00F95FBD">
              <w:t>E-mail</w:t>
            </w:r>
          </w:p>
        </w:tc>
        <w:tc>
          <w:tcPr>
            <w:tcW w:w="5812" w:type="dxa"/>
          </w:tcPr>
          <w:p w14:paraId="19D9A923" w14:textId="77777777" w:rsidR="00C252F6" w:rsidRPr="00F95FBD" w:rsidRDefault="00C252F6" w:rsidP="00061C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252F6" w:rsidRPr="00F95FBD" w14:paraId="640153ED" w14:textId="77777777" w:rsidTr="00061CEE">
        <w:tc>
          <w:tcPr>
            <w:cnfStyle w:val="001000000000" w:firstRow="0" w:lastRow="0" w:firstColumn="1" w:lastColumn="0" w:oddVBand="0" w:evenVBand="0" w:oddHBand="0" w:evenHBand="0" w:firstRowFirstColumn="0" w:firstRowLastColumn="0" w:lastRowFirstColumn="0" w:lastRowLastColumn="0"/>
            <w:tcW w:w="3056" w:type="dxa"/>
          </w:tcPr>
          <w:p w14:paraId="2FDF1C96" w14:textId="77777777" w:rsidR="00C252F6" w:rsidRPr="00F95FBD" w:rsidRDefault="00C252F6" w:rsidP="00061CEE">
            <w:pPr>
              <w:pStyle w:val="Tabulka"/>
            </w:pPr>
            <w:r w:rsidRPr="00F95FBD">
              <w:t>Telefon</w:t>
            </w:r>
          </w:p>
        </w:tc>
        <w:tc>
          <w:tcPr>
            <w:tcW w:w="5812" w:type="dxa"/>
          </w:tcPr>
          <w:p w14:paraId="1D586AAE" w14:textId="77777777" w:rsidR="00C252F6" w:rsidRPr="00F95FBD" w:rsidRDefault="00C252F6" w:rsidP="00061C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77777777" w:rsidR="007C5289" w:rsidRPr="00F95FBD" w:rsidRDefault="007C5289" w:rsidP="007C5289">
      <w:pPr>
        <w:pStyle w:val="Tabulka"/>
      </w:pPr>
    </w:p>
    <w:p w14:paraId="3589DF18" w14:textId="1C370F17"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074F7" w14:textId="77777777" w:rsidR="00C252F6" w:rsidRPr="00F95FBD" w:rsidRDefault="00C252F6" w:rsidP="00C252F6">
      <w:pPr>
        <w:pStyle w:val="Tabulka"/>
      </w:pPr>
    </w:p>
    <w:p w14:paraId="47540038" w14:textId="586A4875" w:rsidR="00C252F6" w:rsidRPr="00F95FBD" w:rsidRDefault="00C252F6" w:rsidP="00C252F6">
      <w:pPr>
        <w:pStyle w:val="Nadpistabulky"/>
        <w:rPr>
          <w:sz w:val="18"/>
          <w:szCs w:val="18"/>
        </w:rPr>
      </w:pPr>
      <w:r w:rsidRPr="00F95FBD">
        <w:rPr>
          <w:sz w:val="18"/>
          <w:szCs w:val="18"/>
        </w:rPr>
        <w:t xml:space="preserve">Osoba odpovědná </w:t>
      </w:r>
      <w:r w:rsidRPr="00756F28">
        <w:rPr>
          <w:sz w:val="18"/>
          <w:szCs w:val="18"/>
        </w:rPr>
        <w:t xml:space="preserve">za realizační dokumentaci </w:t>
      </w:r>
      <w:r>
        <w:rPr>
          <w:sz w:val="18"/>
          <w:szCs w:val="18"/>
        </w:rPr>
        <w:t>sdělovacího zařízení</w:t>
      </w:r>
    </w:p>
    <w:tbl>
      <w:tblPr>
        <w:tblStyle w:val="Tabulka10"/>
        <w:tblW w:w="8868" w:type="dxa"/>
        <w:tblLook w:val="04A0" w:firstRow="1" w:lastRow="0" w:firstColumn="1" w:lastColumn="0" w:noHBand="0" w:noVBand="1"/>
      </w:tblPr>
      <w:tblGrid>
        <w:gridCol w:w="3056"/>
        <w:gridCol w:w="5812"/>
      </w:tblGrid>
      <w:tr w:rsidR="00C252F6" w:rsidRPr="00F95FBD" w14:paraId="4403AFE0" w14:textId="77777777" w:rsidTr="00061C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95209" w14:textId="77777777" w:rsidR="00C252F6" w:rsidRPr="00F95FBD" w:rsidRDefault="00C252F6" w:rsidP="00061CE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0ED207A" w14:textId="77777777" w:rsidR="00C252F6" w:rsidRPr="00F95FBD" w:rsidRDefault="00C252F6" w:rsidP="00061C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252F6" w:rsidRPr="00F95FBD" w14:paraId="68FE9CEC" w14:textId="77777777" w:rsidTr="00061CEE">
        <w:tc>
          <w:tcPr>
            <w:cnfStyle w:val="001000000000" w:firstRow="0" w:lastRow="0" w:firstColumn="1" w:lastColumn="0" w:oddVBand="0" w:evenVBand="0" w:oddHBand="0" w:evenHBand="0" w:firstRowFirstColumn="0" w:firstRowLastColumn="0" w:lastRowFirstColumn="0" w:lastRowLastColumn="0"/>
            <w:tcW w:w="3056" w:type="dxa"/>
          </w:tcPr>
          <w:p w14:paraId="5C7F101F" w14:textId="77777777" w:rsidR="00C252F6" w:rsidRPr="00F95FBD" w:rsidRDefault="00C252F6" w:rsidP="00061CEE">
            <w:pPr>
              <w:pStyle w:val="Tabulka"/>
            </w:pPr>
            <w:r w:rsidRPr="00F95FBD">
              <w:t>Adresa</w:t>
            </w:r>
          </w:p>
        </w:tc>
        <w:tc>
          <w:tcPr>
            <w:tcW w:w="5812" w:type="dxa"/>
          </w:tcPr>
          <w:p w14:paraId="119A56BF" w14:textId="77777777" w:rsidR="00C252F6" w:rsidRPr="00F95FBD" w:rsidRDefault="00C252F6" w:rsidP="00061C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252F6" w:rsidRPr="00F95FBD" w14:paraId="19782891" w14:textId="77777777" w:rsidTr="00061CEE">
        <w:tc>
          <w:tcPr>
            <w:cnfStyle w:val="001000000000" w:firstRow="0" w:lastRow="0" w:firstColumn="1" w:lastColumn="0" w:oddVBand="0" w:evenVBand="0" w:oddHBand="0" w:evenHBand="0" w:firstRowFirstColumn="0" w:firstRowLastColumn="0" w:lastRowFirstColumn="0" w:lastRowLastColumn="0"/>
            <w:tcW w:w="3056" w:type="dxa"/>
          </w:tcPr>
          <w:p w14:paraId="0AD70B24" w14:textId="77777777" w:rsidR="00C252F6" w:rsidRPr="00F95FBD" w:rsidRDefault="00C252F6" w:rsidP="00061CEE">
            <w:pPr>
              <w:pStyle w:val="Tabulka"/>
            </w:pPr>
            <w:r w:rsidRPr="00F95FBD">
              <w:lastRenderedPageBreak/>
              <w:t>E-mail</w:t>
            </w:r>
          </w:p>
        </w:tc>
        <w:tc>
          <w:tcPr>
            <w:tcW w:w="5812" w:type="dxa"/>
          </w:tcPr>
          <w:p w14:paraId="76D30BC9" w14:textId="77777777" w:rsidR="00C252F6" w:rsidRPr="00F95FBD" w:rsidRDefault="00C252F6" w:rsidP="00061C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252F6" w:rsidRPr="00F95FBD" w14:paraId="77870095" w14:textId="77777777" w:rsidTr="00061CEE">
        <w:tc>
          <w:tcPr>
            <w:cnfStyle w:val="001000000000" w:firstRow="0" w:lastRow="0" w:firstColumn="1" w:lastColumn="0" w:oddVBand="0" w:evenVBand="0" w:oddHBand="0" w:evenHBand="0" w:firstRowFirstColumn="0" w:firstRowLastColumn="0" w:lastRowFirstColumn="0" w:lastRowLastColumn="0"/>
            <w:tcW w:w="3056" w:type="dxa"/>
          </w:tcPr>
          <w:p w14:paraId="31B8F09C" w14:textId="77777777" w:rsidR="00C252F6" w:rsidRPr="00F95FBD" w:rsidRDefault="00C252F6" w:rsidP="00061CEE">
            <w:pPr>
              <w:pStyle w:val="Tabulka"/>
            </w:pPr>
            <w:r w:rsidRPr="00F95FBD">
              <w:t>Telefon</w:t>
            </w:r>
          </w:p>
        </w:tc>
        <w:tc>
          <w:tcPr>
            <w:tcW w:w="5812" w:type="dxa"/>
          </w:tcPr>
          <w:p w14:paraId="1EF3516A" w14:textId="77777777" w:rsidR="00C252F6" w:rsidRPr="00F95FBD" w:rsidRDefault="00C252F6" w:rsidP="00061C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AF738E"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AF738E">
              <w:rPr>
                <w:highlight w:val="yellow"/>
              </w:rPr>
              <w:t>Na toto místo bude jako minimální výše pojistného plnění vložena částka, která bude odpovídat výši Ceny Díla bez DPH, kterou uchazeč včlení do těla závazného vzoru Smlouvy předloženého</w:t>
            </w:r>
            <w:r w:rsidR="00A349C6" w:rsidRPr="00AF738E">
              <w:rPr>
                <w:highlight w:val="yellow"/>
              </w:rPr>
              <w:t xml:space="preserve"> v </w:t>
            </w:r>
            <w:r w:rsidRPr="00AF738E">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B5A1B66" w:rsidR="007C5289" w:rsidRPr="007C5289" w:rsidRDefault="007C5289" w:rsidP="000342E0">
            <w:pPr>
              <w:pStyle w:val="Tabulka"/>
              <w:cnfStyle w:val="000000000000" w:firstRow="0" w:lastRow="0" w:firstColumn="0" w:lastColumn="0" w:oddVBand="0" w:evenVBand="0" w:oddHBand="0" w:evenHBand="0" w:firstRowFirstColumn="0" w:firstRowLastColumn="0" w:lastRowFirstColumn="0" w:lastRowLastColumn="0"/>
            </w:pPr>
            <w:r w:rsidRPr="000342E0">
              <w:t xml:space="preserve">Minimálně </w:t>
            </w:r>
            <w:r w:rsidR="000342E0" w:rsidRPr="000342E0">
              <w:t>23,5</w:t>
            </w:r>
            <w:r w:rsidRPr="000342E0">
              <w:t xml:space="preserve"> mil. Kč na jednu pojistnou událost</w:t>
            </w:r>
            <w:r w:rsidR="00A349C6" w:rsidRPr="000342E0">
              <w:t xml:space="preserve"> a </w:t>
            </w:r>
            <w:r w:rsidR="000342E0" w:rsidRPr="000342E0">
              <w:t xml:space="preserve">47 mil. </w:t>
            </w:r>
            <w:r w:rsidRPr="000342E0">
              <w:t>Kč</w:t>
            </w:r>
            <w:r w:rsidR="00A349C6" w:rsidRPr="000342E0">
              <w:t xml:space="preserve"> v </w:t>
            </w:r>
            <w:r w:rsidRPr="000342E0">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13C692FA" w14:textId="77777777" w:rsidR="00996231" w:rsidRPr="00875847" w:rsidRDefault="00996231" w:rsidP="00996231">
      <w:pPr>
        <w:pStyle w:val="Nadpisbezsl1-2"/>
      </w:pPr>
      <w:r w:rsidRPr="00875847">
        <w:t>Osvědčení Správy železnic o řádném poskytnutí a dokončení stavebních prací</w:t>
      </w:r>
    </w:p>
    <w:p w14:paraId="44014468" w14:textId="77777777" w:rsidR="00996231" w:rsidRPr="00404764" w:rsidRDefault="00996231" w:rsidP="0099623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996231" w:rsidRPr="00404764" w14:paraId="0AC9FCAF" w14:textId="77777777" w:rsidTr="00B81FFA">
        <w:trPr>
          <w:trHeight w:val="340"/>
        </w:trPr>
        <w:tc>
          <w:tcPr>
            <w:tcW w:w="4438" w:type="dxa"/>
            <w:shd w:val="clear" w:color="auto" w:fill="FFBFBF" w:themeFill="accent6" w:themeFillTint="33"/>
          </w:tcPr>
          <w:p w14:paraId="7FAA1D79" w14:textId="77777777" w:rsidR="00996231" w:rsidRPr="00404764" w:rsidRDefault="00996231" w:rsidP="00B81FFA">
            <w:pPr>
              <w:rPr>
                <w:b/>
                <w:noProof/>
              </w:rPr>
            </w:pPr>
            <w:r w:rsidRPr="00404764">
              <w:rPr>
                <w:b/>
                <w:noProof/>
              </w:rPr>
              <w:t>Název zakázky:</w:t>
            </w:r>
          </w:p>
        </w:tc>
        <w:tc>
          <w:tcPr>
            <w:tcW w:w="4264" w:type="dxa"/>
          </w:tcPr>
          <w:p w14:paraId="3C39A70A" w14:textId="77777777" w:rsidR="00996231" w:rsidRPr="00404764" w:rsidRDefault="00996231" w:rsidP="00B81FFA">
            <w:pPr>
              <w:rPr>
                <w:noProof/>
              </w:rPr>
            </w:pPr>
          </w:p>
        </w:tc>
      </w:tr>
      <w:tr w:rsidR="00996231" w:rsidRPr="00404764" w14:paraId="645844E0" w14:textId="77777777" w:rsidTr="00B81FFA">
        <w:trPr>
          <w:trHeight w:val="340"/>
        </w:trPr>
        <w:tc>
          <w:tcPr>
            <w:tcW w:w="4438" w:type="dxa"/>
            <w:shd w:val="clear" w:color="auto" w:fill="FFBFBF" w:themeFill="accent6" w:themeFillTint="33"/>
          </w:tcPr>
          <w:p w14:paraId="01EF7515" w14:textId="77777777" w:rsidR="00996231" w:rsidRPr="00404764" w:rsidRDefault="00996231" w:rsidP="00B81FFA">
            <w:pPr>
              <w:rPr>
                <w:b/>
                <w:noProof/>
              </w:rPr>
            </w:pPr>
            <w:r w:rsidRPr="00404764">
              <w:rPr>
                <w:b/>
                <w:noProof/>
              </w:rPr>
              <w:t>Číslo smlouvy Správy železnic (CES):</w:t>
            </w:r>
          </w:p>
        </w:tc>
        <w:tc>
          <w:tcPr>
            <w:tcW w:w="4264" w:type="dxa"/>
          </w:tcPr>
          <w:p w14:paraId="5A6B603F" w14:textId="77777777" w:rsidR="00996231" w:rsidRPr="00404764" w:rsidRDefault="00996231" w:rsidP="00B81FFA">
            <w:pPr>
              <w:rPr>
                <w:noProof/>
              </w:rPr>
            </w:pPr>
          </w:p>
        </w:tc>
      </w:tr>
      <w:tr w:rsidR="00996231" w:rsidRPr="00404764" w14:paraId="5A0FB46E" w14:textId="77777777" w:rsidTr="00B81FFA">
        <w:trPr>
          <w:trHeight w:val="340"/>
        </w:trPr>
        <w:tc>
          <w:tcPr>
            <w:tcW w:w="4438" w:type="dxa"/>
            <w:shd w:val="clear" w:color="auto" w:fill="FFBFBF" w:themeFill="accent6" w:themeFillTint="33"/>
          </w:tcPr>
          <w:p w14:paraId="29573D1D" w14:textId="77777777" w:rsidR="00996231" w:rsidRPr="00404764" w:rsidRDefault="00996231" w:rsidP="00B81FFA">
            <w:pPr>
              <w:rPr>
                <w:b/>
                <w:noProof/>
              </w:rPr>
            </w:pPr>
            <w:r w:rsidRPr="00404764">
              <w:rPr>
                <w:b/>
                <w:noProof/>
              </w:rPr>
              <w:t>Objednatel:</w:t>
            </w:r>
          </w:p>
        </w:tc>
        <w:tc>
          <w:tcPr>
            <w:tcW w:w="4264" w:type="dxa"/>
          </w:tcPr>
          <w:p w14:paraId="12D03F0E" w14:textId="77777777" w:rsidR="00996231" w:rsidRPr="00404764" w:rsidRDefault="00996231" w:rsidP="00B81FFA">
            <w:pPr>
              <w:rPr>
                <w:noProof/>
              </w:rPr>
            </w:pPr>
          </w:p>
        </w:tc>
      </w:tr>
      <w:tr w:rsidR="00996231" w:rsidRPr="00404764" w14:paraId="23B48698" w14:textId="77777777" w:rsidTr="00B81FFA">
        <w:trPr>
          <w:trHeight w:val="340"/>
        </w:trPr>
        <w:tc>
          <w:tcPr>
            <w:tcW w:w="4438" w:type="dxa"/>
            <w:shd w:val="clear" w:color="auto" w:fill="FFBFBF" w:themeFill="accent6" w:themeFillTint="33"/>
          </w:tcPr>
          <w:p w14:paraId="2789D094" w14:textId="77777777" w:rsidR="00996231" w:rsidRPr="00404764" w:rsidRDefault="00996231" w:rsidP="00B81FFA">
            <w:pPr>
              <w:rPr>
                <w:b/>
                <w:noProof/>
              </w:rPr>
            </w:pPr>
            <w:r w:rsidRPr="00404764">
              <w:rPr>
                <w:b/>
                <w:noProof/>
              </w:rPr>
              <w:t>Datum zahájení prací:</w:t>
            </w:r>
          </w:p>
        </w:tc>
        <w:tc>
          <w:tcPr>
            <w:tcW w:w="4264" w:type="dxa"/>
          </w:tcPr>
          <w:p w14:paraId="6D1397D4" w14:textId="77777777" w:rsidR="00996231" w:rsidRPr="00404764" w:rsidRDefault="00996231" w:rsidP="00B81FFA">
            <w:pPr>
              <w:rPr>
                <w:noProof/>
              </w:rPr>
            </w:pPr>
          </w:p>
        </w:tc>
      </w:tr>
      <w:tr w:rsidR="00996231" w:rsidRPr="00404764" w14:paraId="5A5B613D" w14:textId="77777777" w:rsidTr="00B81FFA">
        <w:trPr>
          <w:trHeight w:val="340"/>
        </w:trPr>
        <w:tc>
          <w:tcPr>
            <w:tcW w:w="4438" w:type="dxa"/>
            <w:shd w:val="clear" w:color="auto" w:fill="FFBFBF" w:themeFill="accent6" w:themeFillTint="33"/>
          </w:tcPr>
          <w:p w14:paraId="5F9C4252" w14:textId="77777777" w:rsidR="00996231" w:rsidRPr="00404764" w:rsidRDefault="00996231" w:rsidP="00B81FFA">
            <w:pPr>
              <w:rPr>
                <w:b/>
                <w:noProof/>
              </w:rPr>
            </w:pPr>
            <w:r w:rsidRPr="00404764">
              <w:rPr>
                <w:b/>
                <w:noProof/>
              </w:rPr>
              <w:t xml:space="preserve">Datum dokončení prací </w:t>
            </w:r>
            <w:r w:rsidRPr="00404764">
              <w:rPr>
                <w:noProof/>
              </w:rPr>
              <w:t>(stavebních nebo technologických):</w:t>
            </w:r>
          </w:p>
        </w:tc>
        <w:tc>
          <w:tcPr>
            <w:tcW w:w="4264" w:type="dxa"/>
          </w:tcPr>
          <w:p w14:paraId="08A91A1C" w14:textId="77777777" w:rsidR="00996231" w:rsidRPr="00404764" w:rsidRDefault="00996231" w:rsidP="00B81FFA">
            <w:pPr>
              <w:rPr>
                <w:noProof/>
              </w:rPr>
            </w:pPr>
          </w:p>
        </w:tc>
      </w:tr>
      <w:tr w:rsidR="00996231" w:rsidRPr="00404764" w14:paraId="2269BBE0" w14:textId="77777777" w:rsidTr="00B81FFA">
        <w:trPr>
          <w:trHeight w:val="340"/>
        </w:trPr>
        <w:tc>
          <w:tcPr>
            <w:tcW w:w="4438" w:type="dxa"/>
            <w:shd w:val="clear" w:color="auto" w:fill="FFBFBF" w:themeFill="accent6" w:themeFillTint="33"/>
          </w:tcPr>
          <w:p w14:paraId="7EAE3C6B" w14:textId="77777777" w:rsidR="00996231" w:rsidRPr="00404764" w:rsidRDefault="00996231" w:rsidP="00B81FFA">
            <w:pPr>
              <w:rPr>
                <w:b/>
                <w:noProof/>
              </w:rPr>
            </w:pPr>
            <w:r w:rsidRPr="00404764">
              <w:rPr>
                <w:b/>
                <w:noProof/>
              </w:rPr>
              <w:t>Uvedení poslední části stavby do zkušebního provozu:</w:t>
            </w:r>
          </w:p>
        </w:tc>
        <w:tc>
          <w:tcPr>
            <w:tcW w:w="4264" w:type="dxa"/>
          </w:tcPr>
          <w:p w14:paraId="7D50DE36" w14:textId="77777777" w:rsidR="00996231" w:rsidRPr="00404764" w:rsidRDefault="00996231" w:rsidP="00B81FFA">
            <w:pPr>
              <w:rPr>
                <w:noProof/>
              </w:rPr>
            </w:pPr>
          </w:p>
        </w:tc>
      </w:tr>
      <w:tr w:rsidR="00996231" w:rsidRPr="00404764" w14:paraId="03264553" w14:textId="77777777" w:rsidTr="00B81FFA">
        <w:trPr>
          <w:trHeight w:val="340"/>
        </w:trPr>
        <w:tc>
          <w:tcPr>
            <w:tcW w:w="4438" w:type="dxa"/>
            <w:shd w:val="clear" w:color="auto" w:fill="FFBFBF" w:themeFill="accent6" w:themeFillTint="33"/>
          </w:tcPr>
          <w:p w14:paraId="4D593666" w14:textId="77777777" w:rsidR="00996231" w:rsidRPr="00404764" w:rsidRDefault="00996231" w:rsidP="00B81FFA">
            <w:pPr>
              <w:rPr>
                <w:b/>
                <w:noProof/>
              </w:rPr>
            </w:pPr>
            <w:r w:rsidRPr="00404764">
              <w:rPr>
                <w:b/>
                <w:noProof/>
              </w:rPr>
              <w:t xml:space="preserve">Datum dokončení díla </w:t>
            </w:r>
            <w:r w:rsidRPr="00404764">
              <w:rPr>
                <w:noProof/>
              </w:rPr>
              <w:t>(vč. dokumentace):</w:t>
            </w:r>
          </w:p>
        </w:tc>
        <w:tc>
          <w:tcPr>
            <w:tcW w:w="4264" w:type="dxa"/>
          </w:tcPr>
          <w:p w14:paraId="7288BF78" w14:textId="77777777" w:rsidR="00996231" w:rsidRPr="00404764" w:rsidRDefault="00996231" w:rsidP="00B81FFA">
            <w:pPr>
              <w:rPr>
                <w:noProof/>
              </w:rPr>
            </w:pPr>
          </w:p>
        </w:tc>
      </w:tr>
      <w:tr w:rsidR="00996231" w:rsidRPr="00404764" w14:paraId="1F0C719D" w14:textId="77777777" w:rsidTr="00B81FFA">
        <w:trPr>
          <w:trHeight w:val="340"/>
        </w:trPr>
        <w:tc>
          <w:tcPr>
            <w:tcW w:w="4438" w:type="dxa"/>
            <w:shd w:val="clear" w:color="auto" w:fill="FFBFBF" w:themeFill="accent6" w:themeFillTint="33"/>
          </w:tcPr>
          <w:p w14:paraId="6E3E35D3" w14:textId="77777777" w:rsidR="00996231" w:rsidRPr="00404764" w:rsidRDefault="00996231" w:rsidP="00B81FFA">
            <w:pPr>
              <w:rPr>
                <w:b/>
                <w:noProof/>
              </w:rPr>
            </w:pPr>
            <w:r w:rsidRPr="00404764">
              <w:rPr>
                <w:b/>
                <w:noProof/>
              </w:rPr>
              <w:t>Konečná cena díla celkem v Kč bez DPH:</w:t>
            </w:r>
          </w:p>
        </w:tc>
        <w:tc>
          <w:tcPr>
            <w:tcW w:w="4264" w:type="dxa"/>
          </w:tcPr>
          <w:p w14:paraId="63A3D417" w14:textId="77777777" w:rsidR="00996231" w:rsidRPr="00404764" w:rsidRDefault="00996231" w:rsidP="00B81FFA">
            <w:pPr>
              <w:rPr>
                <w:noProof/>
              </w:rPr>
            </w:pPr>
          </w:p>
        </w:tc>
      </w:tr>
    </w:tbl>
    <w:p w14:paraId="3B6F6628" w14:textId="77777777" w:rsidR="00996231" w:rsidRPr="00404764" w:rsidRDefault="00996231" w:rsidP="0099623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6231" w:rsidRPr="00404764" w14:paraId="491D1C17" w14:textId="77777777" w:rsidTr="00B81FFA">
        <w:trPr>
          <w:trHeight w:val="340"/>
        </w:trPr>
        <w:tc>
          <w:tcPr>
            <w:tcW w:w="4438" w:type="dxa"/>
            <w:shd w:val="clear" w:color="auto" w:fill="FFBFBF" w:themeFill="accent6" w:themeFillTint="33"/>
          </w:tcPr>
          <w:p w14:paraId="3BAEE95E" w14:textId="77777777" w:rsidR="00996231" w:rsidRPr="00404764" w:rsidRDefault="00996231" w:rsidP="00B81FFA">
            <w:pPr>
              <w:rPr>
                <w:b/>
                <w:noProof/>
              </w:rPr>
            </w:pPr>
            <w:r w:rsidRPr="00404764">
              <w:rPr>
                <w:b/>
                <w:noProof/>
              </w:rPr>
              <w:t>Zhotovitel díla:</w:t>
            </w:r>
          </w:p>
        </w:tc>
        <w:tc>
          <w:tcPr>
            <w:tcW w:w="4264" w:type="dxa"/>
          </w:tcPr>
          <w:p w14:paraId="403B9703" w14:textId="77777777" w:rsidR="00996231" w:rsidRPr="00404764" w:rsidRDefault="00996231" w:rsidP="00B81FFA">
            <w:pPr>
              <w:rPr>
                <w:noProof/>
              </w:rPr>
            </w:pPr>
            <w:r w:rsidRPr="00404764">
              <w:t xml:space="preserve"> </w:t>
            </w:r>
            <w:r w:rsidRPr="00404764">
              <w:rPr>
                <w:noProof/>
              </w:rPr>
              <w:t>[název dle SOD, sídlo, IČO]</w:t>
            </w:r>
          </w:p>
        </w:tc>
      </w:tr>
      <w:tr w:rsidR="00996231" w:rsidRPr="00404764" w14:paraId="39B09D93" w14:textId="77777777" w:rsidTr="00B81FFA">
        <w:trPr>
          <w:trHeight w:val="340"/>
        </w:trPr>
        <w:tc>
          <w:tcPr>
            <w:tcW w:w="4438" w:type="dxa"/>
            <w:shd w:val="clear" w:color="auto" w:fill="FFBFBF" w:themeFill="accent6" w:themeFillTint="33"/>
          </w:tcPr>
          <w:p w14:paraId="7CCB7B90" w14:textId="77777777" w:rsidR="00996231" w:rsidRPr="00404764" w:rsidRDefault="00996231" w:rsidP="00B81FFA">
            <w:pPr>
              <w:rPr>
                <w:b/>
                <w:noProof/>
              </w:rPr>
            </w:pPr>
            <w:r w:rsidRPr="00404764">
              <w:rPr>
                <w:b/>
                <w:noProof/>
              </w:rPr>
              <w:t>Správce/vedoucí společník:</w:t>
            </w:r>
          </w:p>
        </w:tc>
        <w:tc>
          <w:tcPr>
            <w:tcW w:w="4264" w:type="dxa"/>
          </w:tcPr>
          <w:p w14:paraId="25504205" w14:textId="77777777" w:rsidR="00996231" w:rsidRPr="00404764" w:rsidRDefault="00996231" w:rsidP="00B81FFA">
            <w:pPr>
              <w:rPr>
                <w:noProof/>
              </w:rPr>
            </w:pPr>
          </w:p>
          <w:p w14:paraId="1301734A" w14:textId="77777777" w:rsidR="00996231" w:rsidRPr="00404764" w:rsidRDefault="00996231" w:rsidP="00B81FFA">
            <w:pPr>
              <w:rPr>
                <w:noProof/>
                <w:vanish/>
              </w:rPr>
            </w:pPr>
            <w:r w:rsidRPr="00404764">
              <w:rPr>
                <w:noProof/>
                <w:vanish/>
              </w:rPr>
              <w:t>(v případě, kdy se jedná o společnost na zákaldě společenské smlouvy- dříve sdružení)</w:t>
            </w:r>
          </w:p>
        </w:tc>
      </w:tr>
      <w:tr w:rsidR="00996231" w:rsidRPr="00404764" w14:paraId="75E02007" w14:textId="77777777" w:rsidTr="00B81FFA">
        <w:trPr>
          <w:trHeight w:val="340"/>
        </w:trPr>
        <w:tc>
          <w:tcPr>
            <w:tcW w:w="4438" w:type="dxa"/>
            <w:shd w:val="clear" w:color="auto" w:fill="FFBFBF" w:themeFill="accent6" w:themeFillTint="33"/>
          </w:tcPr>
          <w:p w14:paraId="4799D303" w14:textId="77777777" w:rsidR="00996231" w:rsidRPr="00404764" w:rsidRDefault="00996231" w:rsidP="00B81FFA">
            <w:pPr>
              <w:rPr>
                <w:b/>
                <w:noProof/>
              </w:rPr>
            </w:pPr>
            <w:r w:rsidRPr="00404764">
              <w:rPr>
                <w:b/>
                <w:noProof/>
              </w:rPr>
              <w:t>Další společník:</w:t>
            </w:r>
          </w:p>
        </w:tc>
        <w:tc>
          <w:tcPr>
            <w:tcW w:w="4264" w:type="dxa"/>
          </w:tcPr>
          <w:p w14:paraId="73410649" w14:textId="77777777" w:rsidR="00996231" w:rsidRPr="00404764" w:rsidRDefault="00996231" w:rsidP="00B81FFA">
            <w:pPr>
              <w:rPr>
                <w:noProof/>
              </w:rPr>
            </w:pPr>
          </w:p>
          <w:p w14:paraId="209B0373" w14:textId="77777777" w:rsidR="00996231" w:rsidRPr="00404764" w:rsidRDefault="00996231" w:rsidP="00B81FFA">
            <w:pPr>
              <w:rPr>
                <w:noProof/>
                <w:vanish/>
              </w:rPr>
            </w:pPr>
            <w:r w:rsidRPr="00404764">
              <w:rPr>
                <w:noProof/>
                <w:vanish/>
              </w:rPr>
              <w:t>(v případě, kdy se jedná o společnost na zákaldě společenské smlouvy- dříve sdružení)</w:t>
            </w:r>
          </w:p>
        </w:tc>
      </w:tr>
      <w:tr w:rsidR="00996231" w:rsidRPr="00404764" w14:paraId="440BCB7B" w14:textId="77777777" w:rsidTr="00B81FFA">
        <w:trPr>
          <w:trHeight w:val="340"/>
        </w:trPr>
        <w:tc>
          <w:tcPr>
            <w:tcW w:w="4438" w:type="dxa"/>
            <w:shd w:val="clear" w:color="auto" w:fill="FFBFBF" w:themeFill="accent6" w:themeFillTint="33"/>
          </w:tcPr>
          <w:p w14:paraId="323990CC" w14:textId="77777777" w:rsidR="00996231" w:rsidRPr="00404764" w:rsidRDefault="00996231" w:rsidP="00B81FFA">
            <w:pPr>
              <w:rPr>
                <w:b/>
                <w:noProof/>
              </w:rPr>
            </w:pPr>
            <w:r w:rsidRPr="00404764">
              <w:rPr>
                <w:b/>
                <w:noProof/>
              </w:rPr>
              <w:t>Další společník:</w:t>
            </w:r>
          </w:p>
        </w:tc>
        <w:tc>
          <w:tcPr>
            <w:tcW w:w="4264" w:type="dxa"/>
          </w:tcPr>
          <w:p w14:paraId="6574BD72" w14:textId="77777777" w:rsidR="00996231" w:rsidRPr="00404764" w:rsidRDefault="00996231" w:rsidP="00B81FFA">
            <w:pPr>
              <w:rPr>
                <w:noProof/>
              </w:rPr>
            </w:pPr>
          </w:p>
          <w:p w14:paraId="4A94A85D" w14:textId="77777777" w:rsidR="00996231" w:rsidRPr="00404764" w:rsidRDefault="00996231" w:rsidP="00B81FFA">
            <w:pPr>
              <w:rPr>
                <w:noProof/>
              </w:rPr>
            </w:pPr>
            <w:r w:rsidRPr="00404764">
              <w:rPr>
                <w:noProof/>
                <w:vanish/>
              </w:rPr>
              <w:t>(v případě, kdy se jedná o společnost na zákaldě společenské smlouvy- dříve sdružení)</w:t>
            </w:r>
          </w:p>
        </w:tc>
      </w:tr>
    </w:tbl>
    <w:p w14:paraId="138A0368" w14:textId="77777777" w:rsidR="00996231" w:rsidRPr="00404764" w:rsidRDefault="00996231" w:rsidP="00996231">
      <w:pPr>
        <w:spacing w:after="0"/>
        <w:rPr>
          <w:noProof/>
        </w:rPr>
      </w:pPr>
    </w:p>
    <w:tbl>
      <w:tblPr>
        <w:tblStyle w:val="Mkatabulky"/>
        <w:tblW w:w="0" w:type="auto"/>
        <w:tblLayout w:type="fixed"/>
        <w:tblLook w:val="04A0" w:firstRow="1" w:lastRow="0" w:firstColumn="1" w:lastColumn="0" w:noHBand="0" w:noVBand="1"/>
      </w:tblPr>
      <w:tblGrid>
        <w:gridCol w:w="2897"/>
        <w:gridCol w:w="1541"/>
        <w:gridCol w:w="1294"/>
        <w:gridCol w:w="2890"/>
        <w:gridCol w:w="80"/>
      </w:tblGrid>
      <w:tr w:rsidR="00996231" w:rsidRPr="00404764" w14:paraId="743D17CC" w14:textId="77777777" w:rsidTr="00B81FFA">
        <w:trPr>
          <w:gridAfter w:val="1"/>
          <w:wAfter w:w="80" w:type="dxa"/>
          <w:trHeight w:val="340"/>
        </w:trPr>
        <w:tc>
          <w:tcPr>
            <w:tcW w:w="2897" w:type="dxa"/>
            <w:shd w:val="clear" w:color="auto" w:fill="FFBFBF" w:themeFill="accent6" w:themeFillTint="33"/>
          </w:tcPr>
          <w:p w14:paraId="30B15877" w14:textId="77777777" w:rsidR="00996231" w:rsidRPr="00404764" w:rsidRDefault="00996231" w:rsidP="00B81FFA">
            <w:pPr>
              <w:rPr>
                <w:b/>
                <w:noProof/>
              </w:rPr>
            </w:pPr>
            <w:r w:rsidRPr="00404764">
              <w:rPr>
                <w:b/>
                <w:noProof/>
              </w:rPr>
              <w:t>Identifikace poddodavatele</w:t>
            </w:r>
          </w:p>
        </w:tc>
        <w:tc>
          <w:tcPr>
            <w:tcW w:w="2835" w:type="dxa"/>
            <w:gridSpan w:val="2"/>
            <w:shd w:val="clear" w:color="auto" w:fill="FFBFBF" w:themeFill="accent6" w:themeFillTint="33"/>
          </w:tcPr>
          <w:p w14:paraId="1E9BA31A" w14:textId="77777777" w:rsidR="00996231" w:rsidRPr="00404764" w:rsidRDefault="00996231" w:rsidP="00B81FFA">
            <w:pPr>
              <w:rPr>
                <w:noProof/>
              </w:rPr>
            </w:pPr>
            <w:r w:rsidRPr="00404764">
              <w:rPr>
                <w:b/>
                <w:noProof/>
              </w:rPr>
              <w:t>Věcný rozsah poddodávky</w:t>
            </w:r>
          </w:p>
        </w:tc>
        <w:tc>
          <w:tcPr>
            <w:tcW w:w="2890" w:type="dxa"/>
            <w:shd w:val="clear" w:color="auto" w:fill="FFBFBF" w:themeFill="accent6" w:themeFillTint="33"/>
          </w:tcPr>
          <w:p w14:paraId="53CCD610" w14:textId="77777777" w:rsidR="00996231" w:rsidRPr="00404764" w:rsidRDefault="00996231" w:rsidP="00B81FFA">
            <w:pPr>
              <w:rPr>
                <w:noProof/>
              </w:rPr>
            </w:pPr>
            <w:r w:rsidRPr="00404764">
              <w:rPr>
                <w:b/>
                <w:noProof/>
              </w:rPr>
              <w:t>Hodnota poddodávky</w:t>
            </w:r>
          </w:p>
        </w:tc>
      </w:tr>
      <w:tr w:rsidR="00996231" w:rsidRPr="00404764" w14:paraId="38199ADC" w14:textId="77777777" w:rsidTr="00B81FFA">
        <w:trPr>
          <w:gridAfter w:val="1"/>
          <w:wAfter w:w="80" w:type="dxa"/>
          <w:trHeight w:val="340"/>
        </w:trPr>
        <w:tc>
          <w:tcPr>
            <w:tcW w:w="2897" w:type="dxa"/>
          </w:tcPr>
          <w:p w14:paraId="66C6F434" w14:textId="77777777" w:rsidR="00996231" w:rsidRPr="00404764" w:rsidRDefault="00996231" w:rsidP="00B81FFA">
            <w:pPr>
              <w:rPr>
                <w:noProof/>
                <w:vanish/>
              </w:rPr>
            </w:pPr>
            <w:r w:rsidRPr="00404764">
              <w:rPr>
                <w:noProof/>
              </w:rPr>
              <w:t>[obchodní firma, sídlo a IČO]</w:t>
            </w:r>
            <w:r w:rsidRPr="00404764">
              <w:rPr>
                <w:noProof/>
                <w:vanish/>
              </w:rPr>
              <w:t xml:space="preserve"> (obchodní firma, sídlo a IČO)</w:t>
            </w:r>
          </w:p>
        </w:tc>
        <w:tc>
          <w:tcPr>
            <w:tcW w:w="2835" w:type="dxa"/>
            <w:gridSpan w:val="2"/>
          </w:tcPr>
          <w:p w14:paraId="79935BE8" w14:textId="77777777" w:rsidR="00996231" w:rsidRPr="00404764" w:rsidRDefault="00996231" w:rsidP="00B81FFA">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539DE80" w14:textId="77777777" w:rsidR="00996231" w:rsidRPr="00404764" w:rsidRDefault="00996231" w:rsidP="00B81FFA">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996231" w:rsidRPr="00404764" w14:paraId="2575E8CA" w14:textId="77777777" w:rsidTr="00B81FFA">
        <w:trPr>
          <w:gridAfter w:val="1"/>
          <w:wAfter w:w="80" w:type="dxa"/>
          <w:trHeight w:val="340"/>
        </w:trPr>
        <w:tc>
          <w:tcPr>
            <w:tcW w:w="2897" w:type="dxa"/>
          </w:tcPr>
          <w:p w14:paraId="4956B2E7" w14:textId="77777777" w:rsidR="00996231" w:rsidRPr="00404764" w:rsidRDefault="00996231" w:rsidP="00B81FFA">
            <w:pPr>
              <w:rPr>
                <w:noProof/>
              </w:rPr>
            </w:pPr>
          </w:p>
        </w:tc>
        <w:tc>
          <w:tcPr>
            <w:tcW w:w="2835" w:type="dxa"/>
            <w:gridSpan w:val="2"/>
          </w:tcPr>
          <w:p w14:paraId="1E1A1E9D" w14:textId="77777777" w:rsidR="00996231" w:rsidRPr="00404764" w:rsidRDefault="00996231" w:rsidP="00B81FFA">
            <w:pPr>
              <w:rPr>
                <w:noProof/>
              </w:rPr>
            </w:pPr>
          </w:p>
        </w:tc>
        <w:tc>
          <w:tcPr>
            <w:tcW w:w="2890" w:type="dxa"/>
          </w:tcPr>
          <w:p w14:paraId="6B152694" w14:textId="77777777" w:rsidR="00996231" w:rsidRPr="00404764" w:rsidRDefault="00996231" w:rsidP="00B81FFA">
            <w:pPr>
              <w:rPr>
                <w:noProof/>
              </w:rPr>
            </w:pPr>
          </w:p>
        </w:tc>
      </w:tr>
      <w:tr w:rsidR="00996231" w:rsidRPr="00404764" w14:paraId="4B7CBDE8" w14:textId="77777777" w:rsidTr="00B81FFA">
        <w:trPr>
          <w:gridAfter w:val="1"/>
          <w:wAfter w:w="80" w:type="dxa"/>
          <w:trHeight w:val="340"/>
        </w:trPr>
        <w:tc>
          <w:tcPr>
            <w:tcW w:w="2897" w:type="dxa"/>
          </w:tcPr>
          <w:p w14:paraId="37704BF3" w14:textId="77777777" w:rsidR="00996231" w:rsidRPr="00404764" w:rsidRDefault="00996231" w:rsidP="00B81FFA">
            <w:pPr>
              <w:rPr>
                <w:noProof/>
              </w:rPr>
            </w:pPr>
          </w:p>
        </w:tc>
        <w:tc>
          <w:tcPr>
            <w:tcW w:w="2835" w:type="dxa"/>
            <w:gridSpan w:val="2"/>
          </w:tcPr>
          <w:p w14:paraId="6A1E7674" w14:textId="77777777" w:rsidR="00996231" w:rsidRPr="00404764" w:rsidRDefault="00996231" w:rsidP="00B81FFA">
            <w:pPr>
              <w:rPr>
                <w:noProof/>
              </w:rPr>
            </w:pPr>
          </w:p>
        </w:tc>
        <w:tc>
          <w:tcPr>
            <w:tcW w:w="2890" w:type="dxa"/>
          </w:tcPr>
          <w:p w14:paraId="2DB31D6E" w14:textId="77777777" w:rsidR="00996231" w:rsidRPr="00404764" w:rsidRDefault="00996231" w:rsidP="00B81FFA">
            <w:pPr>
              <w:rPr>
                <w:noProof/>
              </w:rPr>
            </w:pPr>
          </w:p>
        </w:tc>
      </w:tr>
      <w:tr w:rsidR="00996231" w:rsidRPr="00404764" w14:paraId="74C73496" w14:textId="77777777" w:rsidTr="00B81FFA">
        <w:trPr>
          <w:trHeight w:val="340"/>
        </w:trPr>
        <w:tc>
          <w:tcPr>
            <w:tcW w:w="4438" w:type="dxa"/>
            <w:gridSpan w:val="2"/>
            <w:shd w:val="clear" w:color="auto" w:fill="FFBFBF" w:themeFill="accent6" w:themeFillTint="33"/>
          </w:tcPr>
          <w:p w14:paraId="0B8E48EC" w14:textId="77777777" w:rsidR="00996231" w:rsidRPr="00404764" w:rsidRDefault="00996231" w:rsidP="00B81FFA">
            <w:pPr>
              <w:rPr>
                <w:b/>
                <w:noProof/>
              </w:rPr>
            </w:pPr>
            <w:r w:rsidRPr="00404764">
              <w:rPr>
                <w:noProof/>
              </w:rPr>
              <w:br w:type="page"/>
            </w:r>
            <w:r w:rsidRPr="00404764">
              <w:rPr>
                <w:b/>
                <w:noProof/>
              </w:rPr>
              <w:t>Rozsah prací:</w:t>
            </w:r>
          </w:p>
        </w:tc>
        <w:tc>
          <w:tcPr>
            <w:tcW w:w="4264" w:type="dxa"/>
            <w:gridSpan w:val="3"/>
          </w:tcPr>
          <w:p w14:paraId="6C903ED4" w14:textId="77777777" w:rsidR="00996231" w:rsidRPr="00404764" w:rsidRDefault="00996231" w:rsidP="00B81FFA">
            <w:pPr>
              <w:rPr>
                <w:noProof/>
              </w:rPr>
            </w:pPr>
            <w:r w:rsidRPr="00404764" w:rsidDel="00374EB1">
              <w:rPr>
                <w:noProof/>
              </w:rPr>
              <w:t xml:space="preserve"> </w:t>
            </w:r>
            <w:r w:rsidRPr="00404764">
              <w:rPr>
                <w:noProof/>
              </w:rPr>
              <w:t>[dle předmětu díla/ předmětu plnění VZ]</w:t>
            </w:r>
          </w:p>
        </w:tc>
      </w:tr>
      <w:tr w:rsidR="00996231" w:rsidRPr="00404764" w14:paraId="0920E814" w14:textId="77777777" w:rsidTr="00B81FFA">
        <w:trPr>
          <w:trHeight w:val="340"/>
        </w:trPr>
        <w:tc>
          <w:tcPr>
            <w:tcW w:w="4438" w:type="dxa"/>
            <w:gridSpan w:val="2"/>
            <w:shd w:val="clear" w:color="auto" w:fill="FFBFBF" w:themeFill="accent6" w:themeFillTint="33"/>
          </w:tcPr>
          <w:p w14:paraId="19395C26" w14:textId="77777777" w:rsidR="00996231" w:rsidRPr="00404764" w:rsidRDefault="00996231" w:rsidP="00B81FFA">
            <w:pPr>
              <w:rPr>
                <w:b/>
                <w:noProof/>
              </w:rPr>
            </w:pPr>
            <w:r w:rsidRPr="00404764">
              <w:rPr>
                <w:b/>
                <w:noProof/>
              </w:rPr>
              <w:t>Charakter prací:</w:t>
            </w:r>
          </w:p>
          <w:p w14:paraId="4890E8CF" w14:textId="77777777" w:rsidR="00996231" w:rsidRPr="00404764" w:rsidRDefault="00996231" w:rsidP="00B81FFA">
            <w:pPr>
              <w:rPr>
                <w:b/>
                <w:noProof/>
              </w:rPr>
            </w:pPr>
          </w:p>
        </w:tc>
        <w:tc>
          <w:tcPr>
            <w:tcW w:w="4264" w:type="dxa"/>
            <w:gridSpan w:val="3"/>
          </w:tcPr>
          <w:p w14:paraId="7A402037" w14:textId="77777777" w:rsidR="00996231" w:rsidRPr="00404764" w:rsidRDefault="00996231" w:rsidP="00B81FFA">
            <w:pPr>
              <w:rPr>
                <w:noProof/>
              </w:rPr>
            </w:pPr>
            <w:r w:rsidRPr="00404764">
              <w:rPr>
                <w:noProof/>
              </w:rPr>
              <w:t>[oprava/údržba/modernizace/rekonstrukce/novostavba]</w:t>
            </w:r>
          </w:p>
        </w:tc>
      </w:tr>
      <w:tr w:rsidR="00996231" w:rsidRPr="00404764" w14:paraId="27C30F2D" w14:textId="77777777" w:rsidTr="00B81FFA">
        <w:trPr>
          <w:trHeight w:val="340"/>
        </w:trPr>
        <w:tc>
          <w:tcPr>
            <w:tcW w:w="4438" w:type="dxa"/>
            <w:gridSpan w:val="2"/>
            <w:shd w:val="clear" w:color="auto" w:fill="FFBFBF" w:themeFill="accent6" w:themeFillTint="33"/>
          </w:tcPr>
          <w:p w14:paraId="4E73F1C0" w14:textId="77777777" w:rsidR="00996231" w:rsidRPr="00404764" w:rsidRDefault="00996231" w:rsidP="00B81FFA">
            <w:pPr>
              <w:rPr>
                <w:b/>
                <w:noProof/>
              </w:rPr>
            </w:pPr>
            <w:r w:rsidRPr="00404764">
              <w:rPr>
                <w:b/>
                <w:noProof/>
              </w:rPr>
              <w:t>Délka traťového úseku:</w:t>
            </w:r>
          </w:p>
        </w:tc>
        <w:tc>
          <w:tcPr>
            <w:tcW w:w="4264" w:type="dxa"/>
            <w:gridSpan w:val="3"/>
          </w:tcPr>
          <w:p w14:paraId="510E2C37" w14:textId="77777777" w:rsidR="00996231" w:rsidRPr="00404764" w:rsidRDefault="00996231" w:rsidP="00B81FFA">
            <w:pPr>
              <w:rPr>
                <w:noProof/>
              </w:rPr>
            </w:pPr>
            <w:r w:rsidRPr="00404764" w:rsidDel="00374EB1">
              <w:rPr>
                <w:noProof/>
              </w:rPr>
              <w:t xml:space="preserve"> </w:t>
            </w:r>
            <w:r w:rsidRPr="00404764">
              <w:rPr>
                <w:noProof/>
              </w:rPr>
              <w:t>[v km, uvést jen případě, že je to relevantní vzhledem k předmětu VZ]</w:t>
            </w:r>
          </w:p>
        </w:tc>
      </w:tr>
      <w:tr w:rsidR="00996231" w:rsidRPr="00404764" w14:paraId="66134221" w14:textId="77777777" w:rsidTr="00B81FFA">
        <w:trPr>
          <w:trHeight w:val="340"/>
        </w:trPr>
        <w:tc>
          <w:tcPr>
            <w:tcW w:w="4438" w:type="dxa"/>
            <w:gridSpan w:val="2"/>
            <w:shd w:val="clear" w:color="auto" w:fill="FFBFBF" w:themeFill="accent6" w:themeFillTint="33"/>
          </w:tcPr>
          <w:p w14:paraId="0129F8FC" w14:textId="77777777" w:rsidR="00996231" w:rsidRPr="00404764" w:rsidRDefault="00996231" w:rsidP="00B81FFA">
            <w:pPr>
              <w:rPr>
                <w:b/>
                <w:noProof/>
              </w:rPr>
            </w:pPr>
            <w:r w:rsidRPr="00404764">
              <w:rPr>
                <w:b/>
                <w:noProof/>
              </w:rPr>
              <w:t>Dílo probíhalo na trati:</w:t>
            </w:r>
          </w:p>
        </w:tc>
        <w:tc>
          <w:tcPr>
            <w:tcW w:w="4264" w:type="dxa"/>
            <w:gridSpan w:val="3"/>
          </w:tcPr>
          <w:p w14:paraId="42418189" w14:textId="77777777" w:rsidR="00996231" w:rsidRPr="00404764" w:rsidRDefault="00996231" w:rsidP="00B81FFA">
            <w:pPr>
              <w:rPr>
                <w:noProof/>
              </w:rPr>
            </w:pPr>
            <w:r w:rsidRPr="00404764" w:rsidDel="00D928DB">
              <w:rPr>
                <w:noProof/>
              </w:rPr>
              <w:t xml:space="preserve"> </w:t>
            </w:r>
            <w:r w:rsidRPr="00404764">
              <w:rPr>
                <w:noProof/>
              </w:rPr>
              <w:t>[jednokolejné/vícekolejné, uvést jen případě, že je to relevantní vzhledem k předmětu VZ]</w:t>
            </w:r>
          </w:p>
        </w:tc>
      </w:tr>
      <w:tr w:rsidR="00996231" w:rsidRPr="00404764" w14:paraId="4B235773" w14:textId="77777777" w:rsidTr="00B81FFA">
        <w:trPr>
          <w:trHeight w:val="340"/>
        </w:trPr>
        <w:tc>
          <w:tcPr>
            <w:tcW w:w="4438" w:type="dxa"/>
            <w:gridSpan w:val="2"/>
            <w:shd w:val="clear" w:color="auto" w:fill="FFBFBF" w:themeFill="accent6" w:themeFillTint="33"/>
          </w:tcPr>
          <w:p w14:paraId="0BDCDDBC" w14:textId="77777777" w:rsidR="00996231" w:rsidRPr="00404764" w:rsidRDefault="00996231" w:rsidP="00B81FFA">
            <w:pPr>
              <w:rPr>
                <w:b/>
                <w:noProof/>
              </w:rPr>
            </w:pPr>
            <w:r w:rsidRPr="00404764">
              <w:rPr>
                <w:b/>
                <w:noProof/>
              </w:rPr>
              <w:t>Dílo probíhalo na trati:</w:t>
            </w:r>
          </w:p>
        </w:tc>
        <w:tc>
          <w:tcPr>
            <w:tcW w:w="4264" w:type="dxa"/>
            <w:gridSpan w:val="3"/>
          </w:tcPr>
          <w:p w14:paraId="33331E6F" w14:textId="77777777" w:rsidR="00996231" w:rsidRPr="00404764" w:rsidRDefault="00996231" w:rsidP="00B81FFA">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996231" w:rsidRPr="00404764" w14:paraId="7B8C296C" w14:textId="77777777" w:rsidTr="00B81FFA">
        <w:trPr>
          <w:trHeight w:val="340"/>
        </w:trPr>
        <w:tc>
          <w:tcPr>
            <w:tcW w:w="4438" w:type="dxa"/>
            <w:gridSpan w:val="2"/>
            <w:shd w:val="clear" w:color="auto" w:fill="FFBFBF" w:themeFill="accent6" w:themeFillTint="33"/>
          </w:tcPr>
          <w:p w14:paraId="25DEA96D" w14:textId="77777777" w:rsidR="00996231" w:rsidRPr="00404764" w:rsidRDefault="00996231" w:rsidP="00B81FFA">
            <w:pPr>
              <w:rPr>
                <w:b/>
                <w:noProof/>
              </w:rPr>
            </w:pPr>
            <w:r w:rsidRPr="00404764">
              <w:rPr>
                <w:b/>
                <w:noProof/>
              </w:rPr>
              <w:t>Dílo probíhalo na trati:</w:t>
            </w:r>
          </w:p>
        </w:tc>
        <w:tc>
          <w:tcPr>
            <w:tcW w:w="4264" w:type="dxa"/>
            <w:gridSpan w:val="3"/>
          </w:tcPr>
          <w:p w14:paraId="6A167B7C" w14:textId="77777777" w:rsidR="00996231" w:rsidRPr="00404764" w:rsidRDefault="00996231" w:rsidP="00B81FFA">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996231" w:rsidRPr="00404764" w14:paraId="79446842" w14:textId="77777777" w:rsidTr="00B81FFA">
        <w:trPr>
          <w:trHeight w:val="340"/>
        </w:trPr>
        <w:tc>
          <w:tcPr>
            <w:tcW w:w="4438" w:type="dxa"/>
            <w:gridSpan w:val="2"/>
            <w:shd w:val="clear" w:color="auto" w:fill="FFBFBF" w:themeFill="accent6" w:themeFillTint="33"/>
          </w:tcPr>
          <w:p w14:paraId="4B1E0B38" w14:textId="77777777" w:rsidR="00996231" w:rsidRPr="00404764" w:rsidRDefault="00996231" w:rsidP="00B81FFA">
            <w:pPr>
              <w:rPr>
                <w:b/>
                <w:noProof/>
              </w:rPr>
            </w:pPr>
            <w:r w:rsidRPr="00404764">
              <w:rPr>
                <w:b/>
                <w:noProof/>
              </w:rPr>
              <w:t>Stavební práce zahrnovaly práce na železničním svršku:</w:t>
            </w:r>
          </w:p>
        </w:tc>
        <w:tc>
          <w:tcPr>
            <w:tcW w:w="4264" w:type="dxa"/>
            <w:gridSpan w:val="3"/>
          </w:tcPr>
          <w:p w14:paraId="5AA14E44"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996231" w:rsidRPr="00404764" w14:paraId="0A37DB13" w14:textId="77777777" w:rsidTr="00B81FFA">
        <w:trPr>
          <w:trHeight w:val="340"/>
        </w:trPr>
        <w:tc>
          <w:tcPr>
            <w:tcW w:w="4438" w:type="dxa"/>
            <w:gridSpan w:val="2"/>
            <w:shd w:val="clear" w:color="auto" w:fill="FFBFBF" w:themeFill="accent6" w:themeFillTint="33"/>
          </w:tcPr>
          <w:p w14:paraId="506098D9" w14:textId="77777777" w:rsidR="00996231" w:rsidRPr="00404764" w:rsidRDefault="00996231" w:rsidP="00B81FFA">
            <w:pPr>
              <w:rPr>
                <w:b/>
                <w:noProof/>
              </w:rPr>
            </w:pPr>
            <w:r w:rsidRPr="00404764">
              <w:rPr>
                <w:b/>
                <w:noProof/>
              </w:rPr>
              <w:t>Stavební práce zahrnovaly práce na výhybkách:</w:t>
            </w:r>
          </w:p>
        </w:tc>
        <w:tc>
          <w:tcPr>
            <w:tcW w:w="4264" w:type="dxa"/>
            <w:gridSpan w:val="3"/>
          </w:tcPr>
          <w:p w14:paraId="24D493D3"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 a počet výhybek]</w:t>
            </w:r>
          </w:p>
        </w:tc>
      </w:tr>
      <w:tr w:rsidR="00996231" w:rsidRPr="00404764" w14:paraId="0A228D1A" w14:textId="77777777" w:rsidTr="00B81FFA">
        <w:trPr>
          <w:trHeight w:val="340"/>
        </w:trPr>
        <w:tc>
          <w:tcPr>
            <w:tcW w:w="4438" w:type="dxa"/>
            <w:gridSpan w:val="2"/>
            <w:shd w:val="clear" w:color="auto" w:fill="FFBFBF" w:themeFill="accent6" w:themeFillTint="33"/>
          </w:tcPr>
          <w:p w14:paraId="1BDC1E14" w14:textId="77777777" w:rsidR="00996231" w:rsidRPr="00404764" w:rsidRDefault="00996231" w:rsidP="00B81FFA">
            <w:pPr>
              <w:rPr>
                <w:b/>
                <w:noProof/>
              </w:rPr>
            </w:pPr>
            <w:r w:rsidRPr="00404764">
              <w:rPr>
                <w:b/>
                <w:noProof/>
              </w:rPr>
              <w:t>Stavební práce zahrnovaly práce na železničním spodku:</w:t>
            </w:r>
          </w:p>
        </w:tc>
        <w:tc>
          <w:tcPr>
            <w:tcW w:w="4264" w:type="dxa"/>
            <w:gridSpan w:val="3"/>
          </w:tcPr>
          <w:p w14:paraId="667AA541"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 a délku]</w:t>
            </w:r>
          </w:p>
        </w:tc>
      </w:tr>
      <w:tr w:rsidR="00996231" w:rsidRPr="00404764" w14:paraId="378BF270" w14:textId="77777777" w:rsidTr="00B81FFA">
        <w:trPr>
          <w:trHeight w:val="340"/>
        </w:trPr>
        <w:tc>
          <w:tcPr>
            <w:tcW w:w="4438" w:type="dxa"/>
            <w:gridSpan w:val="2"/>
            <w:shd w:val="clear" w:color="auto" w:fill="FFBFBF" w:themeFill="accent6" w:themeFillTint="33"/>
          </w:tcPr>
          <w:p w14:paraId="6A8BD3CB" w14:textId="77777777" w:rsidR="00996231" w:rsidRPr="00404764" w:rsidRDefault="00996231" w:rsidP="00B81FFA">
            <w:pPr>
              <w:rPr>
                <w:b/>
                <w:noProof/>
              </w:rPr>
            </w:pPr>
            <w:r w:rsidRPr="00404764">
              <w:rPr>
                <w:b/>
                <w:noProof/>
              </w:rPr>
              <w:t>Stavební práce zahrnovaly práce na masivních mostních objektech:</w:t>
            </w:r>
          </w:p>
        </w:tc>
        <w:tc>
          <w:tcPr>
            <w:tcW w:w="4264" w:type="dxa"/>
            <w:gridSpan w:val="3"/>
          </w:tcPr>
          <w:p w14:paraId="1148F92D"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996231" w:rsidRPr="00404764" w14:paraId="5B5B2526" w14:textId="77777777" w:rsidTr="00B81FFA">
        <w:trPr>
          <w:trHeight w:val="340"/>
        </w:trPr>
        <w:tc>
          <w:tcPr>
            <w:tcW w:w="4438" w:type="dxa"/>
            <w:gridSpan w:val="2"/>
            <w:shd w:val="clear" w:color="auto" w:fill="FFBFBF" w:themeFill="accent6" w:themeFillTint="33"/>
          </w:tcPr>
          <w:p w14:paraId="0EE08A48" w14:textId="77777777" w:rsidR="00996231" w:rsidRPr="00404764" w:rsidRDefault="00996231" w:rsidP="00B81FFA">
            <w:pPr>
              <w:rPr>
                <w:b/>
                <w:noProof/>
              </w:rPr>
            </w:pPr>
            <w:r w:rsidRPr="00404764">
              <w:rPr>
                <w:b/>
                <w:noProof/>
              </w:rPr>
              <w:t>Stavební práce zahrnovaly práce na mostních objektech s ocelovou nosnou konstrukcí:</w:t>
            </w:r>
          </w:p>
        </w:tc>
        <w:tc>
          <w:tcPr>
            <w:tcW w:w="4264" w:type="dxa"/>
            <w:gridSpan w:val="3"/>
          </w:tcPr>
          <w:p w14:paraId="5725AC98"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996231" w:rsidRPr="00404764" w14:paraId="59375ACA" w14:textId="77777777" w:rsidTr="00B81FFA">
        <w:trPr>
          <w:trHeight w:val="340"/>
        </w:trPr>
        <w:tc>
          <w:tcPr>
            <w:tcW w:w="4438" w:type="dxa"/>
            <w:gridSpan w:val="2"/>
            <w:shd w:val="clear" w:color="auto" w:fill="FFBFBF" w:themeFill="accent6" w:themeFillTint="33"/>
          </w:tcPr>
          <w:p w14:paraId="52AD0C27" w14:textId="77777777" w:rsidR="00996231" w:rsidRPr="00404764" w:rsidRDefault="00996231" w:rsidP="00B81FFA">
            <w:pPr>
              <w:rPr>
                <w:b/>
                <w:noProof/>
              </w:rPr>
            </w:pPr>
            <w:r w:rsidRPr="00404764">
              <w:rPr>
                <w:b/>
                <w:noProof/>
              </w:rPr>
              <w:t>Stavební práce zahrnovaly práce na tunelech:</w:t>
            </w:r>
          </w:p>
        </w:tc>
        <w:tc>
          <w:tcPr>
            <w:tcW w:w="4264" w:type="dxa"/>
            <w:gridSpan w:val="3"/>
          </w:tcPr>
          <w:p w14:paraId="53B81CD8" w14:textId="77777777" w:rsidR="00996231" w:rsidRPr="00404764" w:rsidRDefault="00996231" w:rsidP="00B81FFA">
            <w:pPr>
              <w:rPr>
                <w:noProof/>
              </w:rPr>
            </w:pPr>
            <w:r w:rsidRPr="00404764" w:rsidDel="00D928DB">
              <w:rPr>
                <w:noProof/>
              </w:rPr>
              <w:t xml:space="preserve"> </w:t>
            </w:r>
            <w:r w:rsidRPr="00404764">
              <w:rPr>
                <w:noProof/>
              </w:rPr>
              <w:t>[ANO/NE, v případě ANO uvést délku tunelu]</w:t>
            </w:r>
          </w:p>
        </w:tc>
      </w:tr>
      <w:tr w:rsidR="00996231" w:rsidRPr="00404764" w14:paraId="18E11F65" w14:textId="77777777" w:rsidTr="00B81FFA">
        <w:trPr>
          <w:trHeight w:val="340"/>
        </w:trPr>
        <w:tc>
          <w:tcPr>
            <w:tcW w:w="4438" w:type="dxa"/>
            <w:gridSpan w:val="2"/>
            <w:shd w:val="clear" w:color="auto" w:fill="FFBFBF" w:themeFill="accent6" w:themeFillTint="33"/>
          </w:tcPr>
          <w:p w14:paraId="3BA2ECCC" w14:textId="77777777" w:rsidR="00996231" w:rsidRPr="00404764" w:rsidRDefault="00996231" w:rsidP="00B81FFA">
            <w:pPr>
              <w:rPr>
                <w:b/>
                <w:noProof/>
              </w:rPr>
            </w:pPr>
            <w:r w:rsidRPr="00404764">
              <w:rPr>
                <w:b/>
                <w:noProof/>
              </w:rPr>
              <w:t>Stavební práce zahrnovaly práce na zabezpečovacím zařízení:</w:t>
            </w:r>
          </w:p>
        </w:tc>
        <w:tc>
          <w:tcPr>
            <w:tcW w:w="4264" w:type="dxa"/>
            <w:gridSpan w:val="3"/>
          </w:tcPr>
          <w:p w14:paraId="746319C9"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 a délku traťového úseku]</w:t>
            </w:r>
          </w:p>
        </w:tc>
      </w:tr>
      <w:tr w:rsidR="00996231" w:rsidRPr="00404764" w14:paraId="53C21A3C" w14:textId="77777777" w:rsidTr="00B81FFA">
        <w:trPr>
          <w:trHeight w:val="340"/>
        </w:trPr>
        <w:tc>
          <w:tcPr>
            <w:tcW w:w="4438" w:type="dxa"/>
            <w:gridSpan w:val="2"/>
            <w:shd w:val="clear" w:color="auto" w:fill="FFBFBF" w:themeFill="accent6" w:themeFillTint="33"/>
          </w:tcPr>
          <w:p w14:paraId="0F7E2469" w14:textId="77777777" w:rsidR="00996231" w:rsidRPr="00404764" w:rsidRDefault="00996231" w:rsidP="00B81FFA">
            <w:pPr>
              <w:rPr>
                <w:b/>
                <w:noProof/>
              </w:rPr>
            </w:pPr>
            <w:r w:rsidRPr="00404764">
              <w:rPr>
                <w:b/>
                <w:noProof/>
              </w:rPr>
              <w:lastRenderedPageBreak/>
              <w:t>Stavební práce zahrnovaly práce na sdělovacím zařízení:</w:t>
            </w:r>
          </w:p>
        </w:tc>
        <w:tc>
          <w:tcPr>
            <w:tcW w:w="4264" w:type="dxa"/>
            <w:gridSpan w:val="3"/>
          </w:tcPr>
          <w:p w14:paraId="754784E4"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w:t>
            </w:r>
          </w:p>
        </w:tc>
      </w:tr>
      <w:tr w:rsidR="00996231" w:rsidRPr="00404764" w14:paraId="300073AC" w14:textId="77777777" w:rsidTr="00B81FFA">
        <w:trPr>
          <w:trHeight w:val="340"/>
        </w:trPr>
        <w:tc>
          <w:tcPr>
            <w:tcW w:w="4438" w:type="dxa"/>
            <w:gridSpan w:val="2"/>
            <w:shd w:val="clear" w:color="auto" w:fill="FFBFBF" w:themeFill="accent6" w:themeFillTint="33"/>
          </w:tcPr>
          <w:p w14:paraId="58754FEE" w14:textId="77777777" w:rsidR="00996231" w:rsidRPr="00404764" w:rsidRDefault="00996231" w:rsidP="00B81FFA">
            <w:pPr>
              <w:rPr>
                <w:b/>
                <w:noProof/>
              </w:rPr>
            </w:pPr>
            <w:r w:rsidRPr="00404764">
              <w:rPr>
                <w:b/>
                <w:noProof/>
              </w:rPr>
              <w:t>Stavební práce zahrnovaly práce na energetickém a elektrotechnickém zařízení:</w:t>
            </w:r>
          </w:p>
        </w:tc>
        <w:tc>
          <w:tcPr>
            <w:tcW w:w="4264" w:type="dxa"/>
            <w:gridSpan w:val="3"/>
          </w:tcPr>
          <w:p w14:paraId="27883906" w14:textId="77777777" w:rsidR="00996231" w:rsidRPr="00404764" w:rsidRDefault="00996231" w:rsidP="00B81FFA">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996231" w:rsidRPr="00404764" w14:paraId="155CC90D" w14:textId="77777777" w:rsidTr="00B81FFA">
        <w:trPr>
          <w:trHeight w:val="340"/>
        </w:trPr>
        <w:tc>
          <w:tcPr>
            <w:tcW w:w="4438" w:type="dxa"/>
            <w:gridSpan w:val="2"/>
            <w:shd w:val="clear" w:color="auto" w:fill="FFBFBF" w:themeFill="accent6" w:themeFillTint="33"/>
          </w:tcPr>
          <w:p w14:paraId="1C6254D2" w14:textId="77777777" w:rsidR="00996231" w:rsidRPr="00404764" w:rsidRDefault="00996231" w:rsidP="00B81FFA">
            <w:pPr>
              <w:rPr>
                <w:b/>
                <w:noProof/>
              </w:rPr>
            </w:pPr>
            <w:r w:rsidRPr="00404764">
              <w:rPr>
                <w:b/>
                <w:noProof/>
              </w:rPr>
              <w:t>Stavební práce zahrnovaly práce na budovách:</w:t>
            </w:r>
          </w:p>
        </w:tc>
        <w:tc>
          <w:tcPr>
            <w:tcW w:w="4264" w:type="dxa"/>
            <w:gridSpan w:val="3"/>
          </w:tcPr>
          <w:p w14:paraId="035CACC6"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996231" w:rsidRPr="00404764" w14:paraId="5B1602F4" w14:textId="77777777" w:rsidTr="00B81FFA">
        <w:trPr>
          <w:trHeight w:val="340"/>
        </w:trPr>
        <w:tc>
          <w:tcPr>
            <w:tcW w:w="4438" w:type="dxa"/>
            <w:gridSpan w:val="2"/>
            <w:shd w:val="clear" w:color="auto" w:fill="FFBFBF" w:themeFill="accent6" w:themeFillTint="33"/>
          </w:tcPr>
          <w:p w14:paraId="2399B624" w14:textId="77777777" w:rsidR="00996231" w:rsidRPr="00404764" w:rsidRDefault="00996231" w:rsidP="00B81FFA">
            <w:pPr>
              <w:rPr>
                <w:b/>
                <w:noProof/>
              </w:rPr>
            </w:pPr>
            <w:r w:rsidRPr="00404764">
              <w:rPr>
                <w:b/>
                <w:noProof/>
              </w:rPr>
              <w:t>Stavební práce zahrnovaly práce a údržbu na skalních masivech:</w:t>
            </w:r>
          </w:p>
        </w:tc>
        <w:tc>
          <w:tcPr>
            <w:tcW w:w="4264" w:type="dxa"/>
            <w:gridSpan w:val="3"/>
          </w:tcPr>
          <w:p w14:paraId="5AED4251" w14:textId="77777777" w:rsidR="00996231" w:rsidRPr="00404764" w:rsidRDefault="00996231" w:rsidP="00B81FFA">
            <w:pPr>
              <w:rPr>
                <w:noProof/>
              </w:rPr>
            </w:pPr>
            <w:r w:rsidRPr="00404764" w:rsidDel="00D928DB">
              <w:rPr>
                <w:noProof/>
              </w:rPr>
              <w:t xml:space="preserve"> </w:t>
            </w:r>
            <w:r w:rsidRPr="00404764">
              <w:rPr>
                <w:noProof/>
              </w:rPr>
              <w:t>[ANO/NE, v případě ANO uvést hodnotu v Kč bez DPH]</w:t>
            </w:r>
          </w:p>
        </w:tc>
      </w:tr>
    </w:tbl>
    <w:p w14:paraId="767C2932" w14:textId="77777777" w:rsidR="00996231" w:rsidRPr="00404764" w:rsidRDefault="00996231" w:rsidP="0099623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996231" w:rsidRPr="00404764" w14:paraId="4845A6A6" w14:textId="77777777" w:rsidTr="00B81FFA">
        <w:trPr>
          <w:trHeight w:val="340"/>
        </w:trPr>
        <w:tc>
          <w:tcPr>
            <w:tcW w:w="4438" w:type="dxa"/>
            <w:shd w:val="clear" w:color="auto" w:fill="FFBFBF" w:themeFill="accent6" w:themeFillTint="33"/>
          </w:tcPr>
          <w:p w14:paraId="14456C36" w14:textId="77777777" w:rsidR="00996231" w:rsidRPr="00404764" w:rsidRDefault="00996231" w:rsidP="00B81FFA">
            <w:pPr>
              <w:rPr>
                <w:b/>
                <w:noProof/>
              </w:rPr>
            </w:pPr>
            <w:r w:rsidRPr="00404764">
              <w:rPr>
                <w:b/>
                <w:noProof/>
              </w:rPr>
              <w:lastRenderedPageBreak/>
              <w:t>SOD obsahovala vyhrazené plnění realizované vlastní kapacitou:</w:t>
            </w:r>
          </w:p>
        </w:tc>
        <w:tc>
          <w:tcPr>
            <w:tcW w:w="4264" w:type="dxa"/>
          </w:tcPr>
          <w:p w14:paraId="46550FA2" w14:textId="77777777" w:rsidR="00996231" w:rsidRPr="00404764" w:rsidRDefault="00996231" w:rsidP="00B81FFA">
            <w:pPr>
              <w:rPr>
                <w:noProof/>
              </w:rPr>
            </w:pPr>
            <w:r w:rsidRPr="00404764" w:rsidDel="00D928DB">
              <w:rPr>
                <w:noProof/>
              </w:rPr>
              <w:t xml:space="preserve"> </w:t>
            </w:r>
            <w:r w:rsidRPr="00404764">
              <w:rPr>
                <w:noProof/>
              </w:rPr>
              <w:t>[ANO/NE, v případě ANO uvést níže uvedené podrobnosti]</w:t>
            </w:r>
          </w:p>
        </w:tc>
      </w:tr>
      <w:tr w:rsidR="00996231" w:rsidRPr="00404764" w14:paraId="6439A95B" w14:textId="77777777" w:rsidTr="00B81FFA">
        <w:trPr>
          <w:trHeight w:val="340"/>
        </w:trPr>
        <w:tc>
          <w:tcPr>
            <w:tcW w:w="4438" w:type="dxa"/>
            <w:shd w:val="clear" w:color="auto" w:fill="FFBFBF" w:themeFill="accent6" w:themeFillTint="33"/>
          </w:tcPr>
          <w:p w14:paraId="3316FE41" w14:textId="77777777" w:rsidR="00996231" w:rsidRPr="00404764" w:rsidRDefault="00996231" w:rsidP="00B81FFA">
            <w:pPr>
              <w:rPr>
                <w:b/>
                <w:noProof/>
              </w:rPr>
            </w:pPr>
            <w:r w:rsidRPr="00404764">
              <w:rPr>
                <w:b/>
                <w:noProof/>
              </w:rPr>
              <w:t>Popis vyhrazeného plnění dle SOD:</w:t>
            </w:r>
          </w:p>
        </w:tc>
        <w:tc>
          <w:tcPr>
            <w:tcW w:w="4264" w:type="dxa"/>
          </w:tcPr>
          <w:p w14:paraId="1424D630" w14:textId="77777777" w:rsidR="00996231" w:rsidRPr="00404764" w:rsidRDefault="00996231" w:rsidP="00B81FFA">
            <w:pPr>
              <w:rPr>
                <w:noProof/>
              </w:rPr>
            </w:pPr>
            <w:r w:rsidRPr="00404764" w:rsidDel="00D928DB">
              <w:rPr>
                <w:noProof/>
              </w:rPr>
              <w:t xml:space="preserve"> </w:t>
            </w:r>
            <w:r w:rsidRPr="00404764">
              <w:rPr>
                <w:noProof/>
              </w:rPr>
              <w:t>[označení dle čísel a názvů jednotlivých PS a SO]</w:t>
            </w:r>
          </w:p>
        </w:tc>
      </w:tr>
      <w:tr w:rsidR="00996231" w:rsidRPr="00404764" w14:paraId="2D152B9C" w14:textId="77777777" w:rsidTr="00B81FFA">
        <w:trPr>
          <w:trHeight w:val="340"/>
        </w:trPr>
        <w:tc>
          <w:tcPr>
            <w:tcW w:w="4438" w:type="dxa"/>
            <w:shd w:val="clear" w:color="auto" w:fill="FFBFBF" w:themeFill="accent6" w:themeFillTint="33"/>
          </w:tcPr>
          <w:p w14:paraId="1322F190" w14:textId="77777777" w:rsidR="00996231" w:rsidRPr="00404764" w:rsidRDefault="00996231" w:rsidP="00B81FFA">
            <w:pPr>
              <w:rPr>
                <w:b/>
                <w:noProof/>
              </w:rPr>
            </w:pPr>
            <w:r w:rsidRPr="00404764">
              <w:rPr>
                <w:b/>
                <w:noProof/>
              </w:rPr>
              <w:t>Zhotovitel vyhrazeného plnění:</w:t>
            </w:r>
          </w:p>
        </w:tc>
        <w:tc>
          <w:tcPr>
            <w:tcW w:w="4264" w:type="dxa"/>
          </w:tcPr>
          <w:p w14:paraId="3E99CB33" w14:textId="77777777" w:rsidR="00996231" w:rsidRPr="00404764" w:rsidRDefault="00996231" w:rsidP="00B81FFA">
            <w:pPr>
              <w:rPr>
                <w:noProof/>
              </w:rPr>
            </w:pPr>
          </w:p>
        </w:tc>
      </w:tr>
      <w:tr w:rsidR="00996231" w:rsidRPr="00404764" w14:paraId="3E5C9E62" w14:textId="77777777" w:rsidTr="00B81FFA">
        <w:trPr>
          <w:trHeight w:val="340"/>
        </w:trPr>
        <w:tc>
          <w:tcPr>
            <w:tcW w:w="4438" w:type="dxa"/>
            <w:shd w:val="clear" w:color="auto" w:fill="FFBFBF" w:themeFill="accent6" w:themeFillTint="33"/>
          </w:tcPr>
          <w:p w14:paraId="2036CF79" w14:textId="77777777" w:rsidR="00996231" w:rsidRPr="00404764" w:rsidRDefault="00996231" w:rsidP="00B81FFA">
            <w:pPr>
              <w:rPr>
                <w:b/>
                <w:noProof/>
              </w:rPr>
            </w:pPr>
            <w:r w:rsidRPr="00404764">
              <w:rPr>
                <w:b/>
                <w:noProof/>
              </w:rPr>
              <w:t>Hodnota vyhrazeného plnění v Kč bez DPH:</w:t>
            </w:r>
          </w:p>
        </w:tc>
        <w:tc>
          <w:tcPr>
            <w:tcW w:w="4264" w:type="dxa"/>
          </w:tcPr>
          <w:p w14:paraId="71C21997" w14:textId="77777777" w:rsidR="00996231" w:rsidRPr="00404764" w:rsidRDefault="00996231" w:rsidP="00B81FFA">
            <w:pPr>
              <w:rPr>
                <w:noProof/>
              </w:rPr>
            </w:pPr>
          </w:p>
        </w:tc>
      </w:tr>
    </w:tbl>
    <w:p w14:paraId="0234D811" w14:textId="77777777" w:rsidR="00996231" w:rsidRPr="00404764" w:rsidRDefault="00996231" w:rsidP="00996231">
      <w:pPr>
        <w:spacing w:after="0"/>
        <w:rPr>
          <w:noProof/>
        </w:rPr>
      </w:pPr>
    </w:p>
    <w:p w14:paraId="4051BC13" w14:textId="77777777" w:rsidR="00996231" w:rsidRPr="00404764" w:rsidRDefault="00996231" w:rsidP="0099623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996231" w:rsidRPr="00404764" w14:paraId="39D20E3E" w14:textId="77777777" w:rsidTr="00B81FFA">
        <w:tc>
          <w:tcPr>
            <w:tcW w:w="2900" w:type="dxa"/>
            <w:shd w:val="clear" w:color="auto" w:fill="FFBFBF" w:themeFill="accent6" w:themeFillTint="33"/>
          </w:tcPr>
          <w:p w14:paraId="1AA8EBB7" w14:textId="77777777" w:rsidR="00996231" w:rsidRPr="00404764" w:rsidRDefault="00996231" w:rsidP="00B81FFA">
            <w:pPr>
              <w:rPr>
                <w:noProof/>
              </w:rPr>
            </w:pPr>
          </w:p>
        </w:tc>
        <w:tc>
          <w:tcPr>
            <w:tcW w:w="2901" w:type="dxa"/>
            <w:shd w:val="clear" w:color="auto" w:fill="FFBFBF" w:themeFill="accent6" w:themeFillTint="33"/>
          </w:tcPr>
          <w:p w14:paraId="5D67888C" w14:textId="77777777" w:rsidR="00996231" w:rsidRPr="00404764" w:rsidRDefault="00996231" w:rsidP="00B81FFA">
            <w:pPr>
              <w:rPr>
                <w:b/>
                <w:noProof/>
              </w:rPr>
            </w:pPr>
            <w:r w:rsidRPr="00404764">
              <w:rPr>
                <w:b/>
                <w:noProof/>
              </w:rPr>
              <w:t>Obchodní firma</w:t>
            </w:r>
          </w:p>
        </w:tc>
        <w:tc>
          <w:tcPr>
            <w:tcW w:w="2901" w:type="dxa"/>
            <w:shd w:val="clear" w:color="auto" w:fill="FFBFBF" w:themeFill="accent6" w:themeFillTint="33"/>
          </w:tcPr>
          <w:p w14:paraId="67EE3E1F" w14:textId="77777777" w:rsidR="00996231" w:rsidRPr="00404764" w:rsidRDefault="00996231" w:rsidP="00B81FFA">
            <w:pPr>
              <w:rPr>
                <w:b/>
                <w:noProof/>
              </w:rPr>
            </w:pPr>
            <w:r w:rsidRPr="00404764">
              <w:rPr>
                <w:b/>
                <w:noProof/>
              </w:rPr>
              <w:t>Hodnota prováděných prací v Kč bez DPH</w:t>
            </w:r>
          </w:p>
        </w:tc>
      </w:tr>
      <w:tr w:rsidR="00996231" w:rsidRPr="00404764" w14:paraId="1DBE91F2" w14:textId="77777777" w:rsidTr="00B81FFA">
        <w:tc>
          <w:tcPr>
            <w:tcW w:w="2900" w:type="dxa"/>
            <w:shd w:val="clear" w:color="auto" w:fill="FFBFBF" w:themeFill="accent6" w:themeFillTint="33"/>
          </w:tcPr>
          <w:p w14:paraId="4A793857" w14:textId="77777777" w:rsidR="00996231" w:rsidRPr="00404764" w:rsidRDefault="00996231" w:rsidP="00B81FFA">
            <w:pPr>
              <w:rPr>
                <w:b/>
                <w:noProof/>
              </w:rPr>
            </w:pPr>
            <w:r w:rsidRPr="00404764">
              <w:rPr>
                <w:b/>
                <w:noProof/>
              </w:rPr>
              <w:t>Správce/vedoucí společník:</w:t>
            </w:r>
          </w:p>
        </w:tc>
        <w:tc>
          <w:tcPr>
            <w:tcW w:w="2901" w:type="dxa"/>
          </w:tcPr>
          <w:p w14:paraId="277336F3" w14:textId="77777777" w:rsidR="00996231" w:rsidRPr="00404764" w:rsidRDefault="00996231" w:rsidP="00B81FFA">
            <w:pPr>
              <w:rPr>
                <w:noProof/>
              </w:rPr>
            </w:pPr>
          </w:p>
        </w:tc>
        <w:tc>
          <w:tcPr>
            <w:tcW w:w="2901" w:type="dxa"/>
          </w:tcPr>
          <w:p w14:paraId="0A0FDDD9" w14:textId="77777777" w:rsidR="00996231" w:rsidRPr="00404764" w:rsidRDefault="00996231" w:rsidP="00B81FFA">
            <w:pPr>
              <w:rPr>
                <w:noProof/>
              </w:rPr>
            </w:pPr>
          </w:p>
        </w:tc>
      </w:tr>
      <w:tr w:rsidR="00996231" w:rsidRPr="00404764" w14:paraId="07BD6D44" w14:textId="77777777" w:rsidTr="00B81FFA">
        <w:tc>
          <w:tcPr>
            <w:tcW w:w="2900" w:type="dxa"/>
            <w:shd w:val="clear" w:color="auto" w:fill="FFBFBF" w:themeFill="accent6" w:themeFillTint="33"/>
          </w:tcPr>
          <w:p w14:paraId="32F1A8A9" w14:textId="77777777" w:rsidR="00996231" w:rsidRPr="00404764" w:rsidRDefault="00996231" w:rsidP="00B81FFA">
            <w:pPr>
              <w:rPr>
                <w:b/>
                <w:noProof/>
              </w:rPr>
            </w:pPr>
            <w:r w:rsidRPr="00404764">
              <w:rPr>
                <w:b/>
                <w:noProof/>
              </w:rPr>
              <w:t>Další společník:</w:t>
            </w:r>
          </w:p>
        </w:tc>
        <w:tc>
          <w:tcPr>
            <w:tcW w:w="2901" w:type="dxa"/>
          </w:tcPr>
          <w:p w14:paraId="7BE03AA0" w14:textId="77777777" w:rsidR="00996231" w:rsidRPr="00404764" w:rsidRDefault="00996231" w:rsidP="00B81FFA">
            <w:pPr>
              <w:rPr>
                <w:noProof/>
              </w:rPr>
            </w:pPr>
          </w:p>
        </w:tc>
        <w:tc>
          <w:tcPr>
            <w:tcW w:w="2901" w:type="dxa"/>
          </w:tcPr>
          <w:p w14:paraId="64360728" w14:textId="77777777" w:rsidR="00996231" w:rsidRPr="00404764" w:rsidRDefault="00996231" w:rsidP="00B81FFA">
            <w:pPr>
              <w:rPr>
                <w:noProof/>
              </w:rPr>
            </w:pPr>
          </w:p>
        </w:tc>
      </w:tr>
      <w:tr w:rsidR="00996231" w:rsidRPr="00404764" w14:paraId="133CB4F8" w14:textId="77777777" w:rsidTr="00B81FFA">
        <w:tc>
          <w:tcPr>
            <w:tcW w:w="2900" w:type="dxa"/>
            <w:shd w:val="clear" w:color="auto" w:fill="FFBFBF" w:themeFill="accent6" w:themeFillTint="33"/>
          </w:tcPr>
          <w:p w14:paraId="0915741E" w14:textId="77777777" w:rsidR="00996231" w:rsidRPr="00404764" w:rsidRDefault="00996231" w:rsidP="00B81FFA">
            <w:pPr>
              <w:rPr>
                <w:b/>
                <w:noProof/>
              </w:rPr>
            </w:pPr>
            <w:r w:rsidRPr="00404764">
              <w:rPr>
                <w:b/>
                <w:noProof/>
              </w:rPr>
              <w:t>Další společník:</w:t>
            </w:r>
          </w:p>
        </w:tc>
        <w:tc>
          <w:tcPr>
            <w:tcW w:w="2901" w:type="dxa"/>
          </w:tcPr>
          <w:p w14:paraId="17144F09" w14:textId="77777777" w:rsidR="00996231" w:rsidRPr="00404764" w:rsidRDefault="00996231" w:rsidP="00B81FFA">
            <w:pPr>
              <w:rPr>
                <w:noProof/>
              </w:rPr>
            </w:pPr>
          </w:p>
        </w:tc>
        <w:tc>
          <w:tcPr>
            <w:tcW w:w="2901" w:type="dxa"/>
          </w:tcPr>
          <w:p w14:paraId="0128BF3A" w14:textId="77777777" w:rsidR="00996231" w:rsidRPr="00404764" w:rsidRDefault="00996231" w:rsidP="00B81FFA">
            <w:pPr>
              <w:rPr>
                <w:noProof/>
              </w:rPr>
            </w:pPr>
          </w:p>
        </w:tc>
      </w:tr>
      <w:tr w:rsidR="00996231" w:rsidRPr="00404764" w14:paraId="542466B3" w14:textId="77777777" w:rsidTr="00B81FFA">
        <w:tc>
          <w:tcPr>
            <w:tcW w:w="2900" w:type="dxa"/>
            <w:shd w:val="clear" w:color="auto" w:fill="FFBFBF" w:themeFill="accent6" w:themeFillTint="33"/>
          </w:tcPr>
          <w:p w14:paraId="1AF7379C" w14:textId="77777777" w:rsidR="00996231" w:rsidRPr="00404764" w:rsidRDefault="00996231" w:rsidP="00B81FFA">
            <w:pPr>
              <w:rPr>
                <w:b/>
                <w:noProof/>
              </w:rPr>
            </w:pPr>
            <w:r w:rsidRPr="00404764">
              <w:rPr>
                <w:b/>
                <w:noProof/>
              </w:rPr>
              <w:t>Další společník:</w:t>
            </w:r>
          </w:p>
        </w:tc>
        <w:tc>
          <w:tcPr>
            <w:tcW w:w="2901" w:type="dxa"/>
          </w:tcPr>
          <w:p w14:paraId="191D0C6A" w14:textId="77777777" w:rsidR="00996231" w:rsidRPr="00404764" w:rsidRDefault="00996231" w:rsidP="00B81FFA">
            <w:pPr>
              <w:rPr>
                <w:noProof/>
              </w:rPr>
            </w:pPr>
          </w:p>
        </w:tc>
        <w:tc>
          <w:tcPr>
            <w:tcW w:w="2901" w:type="dxa"/>
          </w:tcPr>
          <w:p w14:paraId="0A720B33" w14:textId="77777777" w:rsidR="00996231" w:rsidRPr="00404764" w:rsidRDefault="00996231" w:rsidP="00B81FFA">
            <w:pPr>
              <w:rPr>
                <w:noProof/>
              </w:rPr>
            </w:pPr>
          </w:p>
        </w:tc>
      </w:tr>
      <w:tr w:rsidR="00996231" w:rsidRPr="00404764" w14:paraId="13A0E92B" w14:textId="77777777" w:rsidTr="00B81FFA">
        <w:tc>
          <w:tcPr>
            <w:tcW w:w="2900" w:type="dxa"/>
            <w:shd w:val="clear" w:color="auto" w:fill="FFBFBF" w:themeFill="accent6" w:themeFillTint="33"/>
          </w:tcPr>
          <w:p w14:paraId="1384C7F2" w14:textId="77777777" w:rsidR="00996231" w:rsidRPr="00404764" w:rsidRDefault="00996231" w:rsidP="00B81FFA">
            <w:pPr>
              <w:rPr>
                <w:b/>
                <w:noProof/>
              </w:rPr>
            </w:pPr>
            <w:r w:rsidRPr="00404764">
              <w:rPr>
                <w:b/>
                <w:noProof/>
              </w:rPr>
              <w:t>Celkem v Kč bez DPH:</w:t>
            </w:r>
          </w:p>
        </w:tc>
        <w:tc>
          <w:tcPr>
            <w:tcW w:w="5802" w:type="dxa"/>
            <w:gridSpan w:val="2"/>
            <w:shd w:val="clear" w:color="auto" w:fill="FFBFBF" w:themeFill="accent6" w:themeFillTint="33"/>
          </w:tcPr>
          <w:p w14:paraId="67F741B7" w14:textId="77777777" w:rsidR="00996231" w:rsidRPr="00404764" w:rsidRDefault="00996231" w:rsidP="00B81FFA">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1F1DC860" w14:textId="77777777" w:rsidR="00996231" w:rsidRPr="00404764" w:rsidRDefault="00996231" w:rsidP="0099623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6231" w:rsidRPr="00404764" w14:paraId="2A65816D" w14:textId="77777777" w:rsidTr="00B81FFA">
        <w:trPr>
          <w:trHeight w:val="340"/>
        </w:trPr>
        <w:tc>
          <w:tcPr>
            <w:tcW w:w="4438" w:type="dxa"/>
            <w:shd w:val="clear" w:color="auto" w:fill="FFBFBF" w:themeFill="accent6" w:themeFillTint="33"/>
          </w:tcPr>
          <w:p w14:paraId="549CD5BA" w14:textId="77777777" w:rsidR="00996231" w:rsidRPr="00404764" w:rsidRDefault="00996231" w:rsidP="00B81FFA">
            <w:pPr>
              <w:rPr>
                <w:b/>
                <w:noProof/>
              </w:rPr>
            </w:pPr>
            <w:r w:rsidRPr="00404764">
              <w:rPr>
                <w:b/>
                <w:noProof/>
              </w:rPr>
              <w:t>Hodnocení objednatele:</w:t>
            </w:r>
          </w:p>
        </w:tc>
        <w:tc>
          <w:tcPr>
            <w:tcW w:w="4264" w:type="dxa"/>
          </w:tcPr>
          <w:p w14:paraId="1FC02C05" w14:textId="77777777" w:rsidR="00996231" w:rsidRPr="00404764" w:rsidRDefault="00996231" w:rsidP="00B81FFA">
            <w:pPr>
              <w:rPr>
                <w:b/>
                <w:noProof/>
              </w:rPr>
            </w:pPr>
            <w:r w:rsidRPr="00404764">
              <w:rPr>
                <w:noProof/>
              </w:rPr>
              <w:t>Správa železnic osvědčuje, že stavební práce uvedené v tomto osvědčení byly řádně poskytnuty a dokončeny.</w:t>
            </w:r>
          </w:p>
        </w:tc>
      </w:tr>
      <w:tr w:rsidR="00996231" w:rsidRPr="00404764" w14:paraId="29BC7BF3" w14:textId="77777777" w:rsidTr="00B81FFA">
        <w:trPr>
          <w:trHeight w:val="340"/>
        </w:trPr>
        <w:tc>
          <w:tcPr>
            <w:tcW w:w="4438" w:type="dxa"/>
            <w:shd w:val="clear" w:color="auto" w:fill="FFBFBF" w:themeFill="accent6" w:themeFillTint="33"/>
          </w:tcPr>
          <w:p w14:paraId="132302A0" w14:textId="77777777" w:rsidR="00996231" w:rsidRPr="00404764" w:rsidRDefault="00996231" w:rsidP="00B81FFA">
            <w:pPr>
              <w:rPr>
                <w:b/>
                <w:noProof/>
              </w:rPr>
            </w:pPr>
            <w:r w:rsidRPr="00404764">
              <w:rPr>
                <w:b/>
                <w:noProof/>
              </w:rPr>
              <w:t>Kontaktní osoba:</w:t>
            </w:r>
          </w:p>
        </w:tc>
        <w:tc>
          <w:tcPr>
            <w:tcW w:w="4264" w:type="dxa"/>
            <w:shd w:val="clear" w:color="auto" w:fill="auto"/>
          </w:tcPr>
          <w:p w14:paraId="4128674D" w14:textId="77777777" w:rsidR="00996231" w:rsidRPr="00404764" w:rsidRDefault="00996231" w:rsidP="00B81FFA">
            <w:pPr>
              <w:rPr>
                <w:noProof/>
              </w:rPr>
            </w:pPr>
            <w:r w:rsidRPr="00404764">
              <w:rPr>
                <w:noProof/>
              </w:rPr>
              <w:t>[jméno, příjmení]</w:t>
            </w:r>
          </w:p>
          <w:p w14:paraId="460FD122" w14:textId="77777777" w:rsidR="00996231" w:rsidRPr="00404764" w:rsidRDefault="00996231" w:rsidP="00B81FFA">
            <w:pPr>
              <w:rPr>
                <w:noProof/>
              </w:rPr>
            </w:pPr>
            <w:r w:rsidRPr="00404764">
              <w:rPr>
                <w:noProof/>
              </w:rPr>
              <w:t>[funkce, odborná správa]</w:t>
            </w:r>
          </w:p>
          <w:p w14:paraId="67D6EF39" w14:textId="77777777" w:rsidR="00996231" w:rsidRPr="00404764" w:rsidRDefault="00996231" w:rsidP="00B81FFA">
            <w:pPr>
              <w:rPr>
                <w:noProof/>
              </w:rPr>
            </w:pPr>
            <w:r w:rsidRPr="00404764">
              <w:rPr>
                <w:noProof/>
              </w:rPr>
              <w:t xml:space="preserve">tel: </w:t>
            </w:r>
          </w:p>
          <w:p w14:paraId="3BA450CC" w14:textId="77777777" w:rsidR="00996231" w:rsidRPr="00404764" w:rsidRDefault="00996231" w:rsidP="00B81FFA">
            <w:pPr>
              <w:rPr>
                <w:noProof/>
              </w:rPr>
            </w:pPr>
            <w:r w:rsidRPr="00404764">
              <w:rPr>
                <w:noProof/>
              </w:rPr>
              <w:t xml:space="preserve">e-mail: </w:t>
            </w:r>
          </w:p>
        </w:tc>
      </w:tr>
    </w:tbl>
    <w:p w14:paraId="3EEBEAF3" w14:textId="77777777" w:rsidR="00996231" w:rsidRPr="00404764" w:rsidRDefault="00996231" w:rsidP="0099623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96231" w:rsidRPr="00404764" w14:paraId="48F44516" w14:textId="77777777" w:rsidTr="00B81FFA">
        <w:trPr>
          <w:trHeight w:val="340"/>
        </w:trPr>
        <w:tc>
          <w:tcPr>
            <w:tcW w:w="4438" w:type="dxa"/>
            <w:shd w:val="clear" w:color="auto" w:fill="FFBFBF" w:themeFill="accent6" w:themeFillTint="33"/>
          </w:tcPr>
          <w:p w14:paraId="7BA145AA" w14:textId="77777777" w:rsidR="00996231" w:rsidRPr="00404764" w:rsidRDefault="00996231" w:rsidP="00B81FFA">
            <w:pPr>
              <w:rPr>
                <w:b/>
                <w:noProof/>
              </w:rPr>
            </w:pPr>
            <w:r w:rsidRPr="00404764">
              <w:rPr>
                <w:b/>
                <w:noProof/>
              </w:rPr>
              <w:t>Jméno a přijmení vystavitele:</w:t>
            </w:r>
          </w:p>
        </w:tc>
        <w:tc>
          <w:tcPr>
            <w:tcW w:w="4264" w:type="dxa"/>
          </w:tcPr>
          <w:p w14:paraId="74FA7F58" w14:textId="77777777" w:rsidR="00996231" w:rsidRPr="00404764" w:rsidRDefault="00996231" w:rsidP="00B81FFA">
            <w:pPr>
              <w:rPr>
                <w:noProof/>
              </w:rPr>
            </w:pPr>
          </w:p>
        </w:tc>
      </w:tr>
      <w:tr w:rsidR="00996231" w:rsidRPr="00404764" w14:paraId="436CBF3B" w14:textId="77777777" w:rsidTr="00B81FFA">
        <w:trPr>
          <w:trHeight w:val="340"/>
        </w:trPr>
        <w:tc>
          <w:tcPr>
            <w:tcW w:w="4438" w:type="dxa"/>
            <w:shd w:val="clear" w:color="auto" w:fill="FFBFBF" w:themeFill="accent6" w:themeFillTint="33"/>
          </w:tcPr>
          <w:p w14:paraId="5E0B290B" w14:textId="77777777" w:rsidR="00996231" w:rsidRPr="00404764" w:rsidRDefault="00996231" w:rsidP="00B81FFA">
            <w:pPr>
              <w:rPr>
                <w:b/>
                <w:noProof/>
              </w:rPr>
            </w:pPr>
            <w:r w:rsidRPr="00404764">
              <w:rPr>
                <w:b/>
                <w:noProof/>
              </w:rPr>
              <w:t>Funkce:</w:t>
            </w:r>
          </w:p>
        </w:tc>
        <w:tc>
          <w:tcPr>
            <w:tcW w:w="4264" w:type="dxa"/>
          </w:tcPr>
          <w:p w14:paraId="6D3272D8" w14:textId="77777777" w:rsidR="00996231" w:rsidRPr="00404764" w:rsidRDefault="00996231" w:rsidP="00B81FFA">
            <w:pPr>
              <w:rPr>
                <w:noProof/>
              </w:rPr>
            </w:pPr>
          </w:p>
        </w:tc>
      </w:tr>
      <w:tr w:rsidR="00996231" w:rsidRPr="00404764" w14:paraId="688E774D" w14:textId="77777777" w:rsidTr="00B81FFA">
        <w:trPr>
          <w:trHeight w:val="842"/>
        </w:trPr>
        <w:tc>
          <w:tcPr>
            <w:tcW w:w="4438" w:type="dxa"/>
            <w:shd w:val="clear" w:color="auto" w:fill="FFBFBF" w:themeFill="accent6" w:themeFillTint="33"/>
          </w:tcPr>
          <w:p w14:paraId="3DF11087" w14:textId="77777777" w:rsidR="00996231" w:rsidRPr="00404764" w:rsidRDefault="00996231" w:rsidP="00B81FFA">
            <w:pPr>
              <w:rPr>
                <w:b/>
                <w:noProof/>
              </w:rPr>
            </w:pPr>
            <w:r w:rsidRPr="00404764">
              <w:rPr>
                <w:b/>
                <w:noProof/>
              </w:rPr>
              <w:t>Podpis vystavitele a datum vystavení osvědčení:</w:t>
            </w:r>
          </w:p>
        </w:tc>
        <w:tc>
          <w:tcPr>
            <w:tcW w:w="4264" w:type="dxa"/>
          </w:tcPr>
          <w:p w14:paraId="6413D991" w14:textId="77777777" w:rsidR="00996231" w:rsidRPr="00404764" w:rsidRDefault="00996231" w:rsidP="00B81FFA">
            <w:pPr>
              <w:rPr>
                <w:noProof/>
              </w:rPr>
            </w:pPr>
          </w:p>
        </w:tc>
      </w:tr>
    </w:tbl>
    <w:p w14:paraId="3C83A6D4" w14:textId="77777777" w:rsidR="00996231" w:rsidRDefault="00996231" w:rsidP="00996231"/>
    <w:p w14:paraId="21A3F566" w14:textId="77777777" w:rsidR="00996231" w:rsidRPr="00404764" w:rsidRDefault="00996231" w:rsidP="0099623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2A0A107D" w14:textId="77777777" w:rsidR="00996231" w:rsidRPr="00404764" w:rsidRDefault="00996231" w:rsidP="0099623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C4F5832" w14:textId="5F275B5B" w:rsidR="00F762A8" w:rsidRDefault="00996231" w:rsidP="00996231">
      <w:pPr>
        <w:pStyle w:val="Nadpisbezsl1-2"/>
      </w:pPr>
      <w:r w:rsidRPr="00404764">
        <w:rPr>
          <w:rFonts w:eastAsia="Times New Roman"/>
          <w:bCs/>
          <w:i/>
        </w:rPr>
        <w:t xml:space="preserve">Poznámka 3: Všechny </w:t>
      </w:r>
      <w:proofErr w:type="spellStart"/>
      <w:r w:rsidRPr="00404764">
        <w:rPr>
          <w:rFonts w:eastAsia="Times New Roman"/>
          <w:bCs/>
          <w:i/>
        </w:rPr>
        <w:t>čás</w:t>
      </w:r>
      <w:proofErr w:type="spellEnd"/>
    </w:p>
    <w:sectPr w:rsidR="00F762A8"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EA9E36" w16cid:durableId="265F2A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3FF5F" w14:textId="77777777" w:rsidR="004E281F" w:rsidRDefault="004E281F" w:rsidP="00962258">
      <w:pPr>
        <w:spacing w:after="0" w:line="240" w:lineRule="auto"/>
      </w:pPr>
      <w:r>
        <w:separator/>
      </w:r>
    </w:p>
  </w:endnote>
  <w:endnote w:type="continuationSeparator" w:id="0">
    <w:p w14:paraId="0C3B8DEC" w14:textId="77777777" w:rsidR="004E281F" w:rsidRDefault="004E28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1240A483" w14:textId="77777777" w:rsidTr="00F13FDA">
      <w:tc>
        <w:tcPr>
          <w:tcW w:w="1021" w:type="dxa"/>
          <w:vAlign w:val="bottom"/>
        </w:tcPr>
        <w:p w14:paraId="151E8C0E" w14:textId="010C8E8F" w:rsidR="004E281F" w:rsidRPr="00B8518B" w:rsidRDefault="004E281F"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4E281F" w:rsidRDefault="004E281F" w:rsidP="00F13FDA">
          <w:pPr>
            <w:pStyle w:val="Zpatvlevo"/>
          </w:pPr>
          <w:r w:rsidRPr="00B41CFD">
            <w:t>Smlouva o dílo</w:t>
          </w:r>
        </w:p>
        <w:p w14:paraId="36D7DCDC" w14:textId="77777777" w:rsidR="004E281F" w:rsidRPr="003462EB" w:rsidRDefault="004E281F" w:rsidP="00F13FDA">
          <w:pPr>
            <w:pStyle w:val="Zpatvlevo"/>
          </w:pPr>
          <w:r w:rsidRPr="00B41CFD">
            <w:t>Zhotovení stavby</w:t>
          </w:r>
        </w:p>
      </w:tc>
    </w:tr>
  </w:tbl>
  <w:p w14:paraId="54F3FF18" w14:textId="77777777" w:rsidR="004E281F" w:rsidRPr="00F13FDA" w:rsidRDefault="004E28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3C3BD90F" w14:textId="77777777" w:rsidTr="00F13FDA">
      <w:tc>
        <w:tcPr>
          <w:tcW w:w="1021" w:type="dxa"/>
          <w:vAlign w:val="bottom"/>
        </w:tcPr>
        <w:p w14:paraId="607075DB" w14:textId="77777777"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E281F" w:rsidRPr="00DD4862" w:rsidRDefault="004E281F" w:rsidP="00F13FDA">
          <w:pPr>
            <w:pStyle w:val="Zpatvlevo"/>
            <w:rPr>
              <w:b/>
            </w:rPr>
          </w:pPr>
          <w:r>
            <w:rPr>
              <w:b/>
            </w:rPr>
            <w:t>Příloha č. 4</w:t>
          </w:r>
        </w:p>
        <w:p w14:paraId="4F45CE3F" w14:textId="77777777" w:rsidR="004E281F" w:rsidRDefault="004E281F" w:rsidP="00F13FDA">
          <w:pPr>
            <w:pStyle w:val="Zpatvlevo"/>
          </w:pPr>
          <w:r w:rsidRPr="00B41CFD">
            <w:t>Smlouva o dílo</w:t>
          </w:r>
        </w:p>
        <w:p w14:paraId="44062EBD" w14:textId="77777777" w:rsidR="004E281F" w:rsidRPr="003462EB" w:rsidRDefault="004E281F" w:rsidP="00F13FDA">
          <w:pPr>
            <w:pStyle w:val="Zpatvlevo"/>
          </w:pPr>
          <w:r w:rsidRPr="00B41CFD">
            <w:t>Zhotovení stavby</w:t>
          </w:r>
        </w:p>
      </w:tc>
    </w:tr>
  </w:tbl>
  <w:p w14:paraId="5F02EA77" w14:textId="77777777" w:rsidR="004E281F" w:rsidRPr="00F13FDA" w:rsidRDefault="004E28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140825AC" w14:textId="77777777" w:rsidTr="00A0271B">
      <w:tc>
        <w:tcPr>
          <w:tcW w:w="0" w:type="auto"/>
          <w:tcMar>
            <w:left w:w="0" w:type="dxa"/>
            <w:right w:w="0" w:type="dxa"/>
          </w:tcMar>
          <w:vAlign w:val="bottom"/>
        </w:tcPr>
        <w:p w14:paraId="5C3D2E8D" w14:textId="77777777" w:rsidR="004E281F" w:rsidRPr="00DD4862" w:rsidRDefault="004E281F" w:rsidP="00A0271B">
          <w:pPr>
            <w:pStyle w:val="Zpatvpravo"/>
            <w:rPr>
              <w:b/>
            </w:rPr>
          </w:pPr>
          <w:r w:rsidRPr="00DD4862">
            <w:rPr>
              <w:b/>
            </w:rPr>
            <w:t xml:space="preserve">Příloha č. </w:t>
          </w:r>
          <w:r>
            <w:rPr>
              <w:b/>
            </w:rPr>
            <w:t>4</w:t>
          </w:r>
        </w:p>
        <w:p w14:paraId="322FB8B5" w14:textId="77777777" w:rsidR="004E281F" w:rsidRPr="003462EB" w:rsidRDefault="004E281F" w:rsidP="00A0271B">
          <w:pPr>
            <w:pStyle w:val="Zpatvpravo"/>
          </w:pPr>
          <w:r>
            <w:t>Smlouva o dílo</w:t>
          </w:r>
        </w:p>
        <w:p w14:paraId="6BCDB74A"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4DFD9349" w14:textId="0C49B537"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1</w:t>
          </w:r>
          <w:r>
            <w:rPr>
              <w:rStyle w:val="slostrnky"/>
            </w:rPr>
            <w:fldChar w:fldCharType="end"/>
          </w:r>
        </w:p>
      </w:tc>
    </w:tr>
  </w:tbl>
  <w:p w14:paraId="1799FC45" w14:textId="77777777" w:rsidR="004E281F" w:rsidRPr="00B8518B" w:rsidRDefault="004E28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324A3DF3" w14:textId="77777777" w:rsidTr="00F13FDA">
      <w:tc>
        <w:tcPr>
          <w:tcW w:w="1021" w:type="dxa"/>
          <w:vAlign w:val="bottom"/>
        </w:tcPr>
        <w:p w14:paraId="1D3932C5" w14:textId="77777777"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E281F" w:rsidRPr="00DD4862" w:rsidRDefault="004E281F" w:rsidP="00F13FDA">
          <w:pPr>
            <w:pStyle w:val="Zpatvlevo"/>
            <w:rPr>
              <w:b/>
            </w:rPr>
          </w:pPr>
          <w:r>
            <w:rPr>
              <w:b/>
            </w:rPr>
            <w:t>Příloha č. 5</w:t>
          </w:r>
        </w:p>
        <w:p w14:paraId="376871C6" w14:textId="77777777" w:rsidR="004E281F" w:rsidRDefault="004E281F" w:rsidP="00F13FDA">
          <w:pPr>
            <w:pStyle w:val="Zpatvlevo"/>
          </w:pPr>
          <w:r w:rsidRPr="00B41CFD">
            <w:t>Smlouva o dílo</w:t>
          </w:r>
        </w:p>
        <w:p w14:paraId="3CE18223" w14:textId="77777777" w:rsidR="004E281F" w:rsidRPr="003462EB" w:rsidRDefault="004E281F" w:rsidP="00F13FDA">
          <w:pPr>
            <w:pStyle w:val="Zpatvlevo"/>
          </w:pPr>
          <w:r w:rsidRPr="00B41CFD">
            <w:t>Zhotovení stavby</w:t>
          </w:r>
        </w:p>
      </w:tc>
    </w:tr>
  </w:tbl>
  <w:p w14:paraId="653766D2" w14:textId="77777777" w:rsidR="004E281F" w:rsidRPr="00F13FDA" w:rsidRDefault="004E28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4CAC0333" w14:textId="77777777" w:rsidTr="00A0271B">
      <w:tc>
        <w:tcPr>
          <w:tcW w:w="0" w:type="auto"/>
          <w:tcMar>
            <w:left w:w="0" w:type="dxa"/>
            <w:right w:w="0" w:type="dxa"/>
          </w:tcMar>
          <w:vAlign w:val="bottom"/>
        </w:tcPr>
        <w:p w14:paraId="0A2FA09E" w14:textId="77777777" w:rsidR="004E281F" w:rsidRPr="00DD4862" w:rsidRDefault="004E281F" w:rsidP="00A0271B">
          <w:pPr>
            <w:pStyle w:val="Zpatvpravo"/>
            <w:rPr>
              <w:b/>
            </w:rPr>
          </w:pPr>
          <w:r w:rsidRPr="00DD4862">
            <w:rPr>
              <w:b/>
            </w:rPr>
            <w:t xml:space="preserve">Příloha č. </w:t>
          </w:r>
          <w:r>
            <w:rPr>
              <w:b/>
            </w:rPr>
            <w:t>5</w:t>
          </w:r>
        </w:p>
        <w:p w14:paraId="60317C27" w14:textId="77777777" w:rsidR="004E281F" w:rsidRPr="003462EB" w:rsidRDefault="004E281F" w:rsidP="00A0271B">
          <w:pPr>
            <w:pStyle w:val="Zpatvpravo"/>
          </w:pPr>
          <w:r>
            <w:t>Smlouva o dílo</w:t>
          </w:r>
        </w:p>
        <w:p w14:paraId="6574CB31"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4CA40DA3" w14:textId="79989A2F"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1</w:t>
          </w:r>
          <w:r>
            <w:rPr>
              <w:rStyle w:val="slostrnky"/>
            </w:rPr>
            <w:fldChar w:fldCharType="end"/>
          </w:r>
        </w:p>
      </w:tc>
    </w:tr>
  </w:tbl>
  <w:p w14:paraId="7E03A553" w14:textId="77777777" w:rsidR="004E281F" w:rsidRPr="00B8518B" w:rsidRDefault="004E28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136811E9" w14:textId="77777777" w:rsidTr="00F13FDA">
      <w:tc>
        <w:tcPr>
          <w:tcW w:w="1021" w:type="dxa"/>
          <w:vAlign w:val="bottom"/>
        </w:tcPr>
        <w:p w14:paraId="0F368DE0" w14:textId="6C581274"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A5B82">
            <w:rPr>
              <w:rStyle w:val="slostrnky"/>
              <w:noProof/>
            </w:rPr>
            <w:t>5</w:t>
          </w:r>
          <w:r>
            <w:rPr>
              <w:rStyle w:val="slostrnky"/>
            </w:rPr>
            <w:fldChar w:fldCharType="end"/>
          </w:r>
        </w:p>
      </w:tc>
      <w:tc>
        <w:tcPr>
          <w:tcW w:w="0" w:type="auto"/>
          <w:vAlign w:val="bottom"/>
        </w:tcPr>
        <w:p w14:paraId="3AED8A11" w14:textId="77777777" w:rsidR="004E281F" w:rsidRPr="00DD4862" w:rsidRDefault="004E281F" w:rsidP="00F13FDA">
          <w:pPr>
            <w:pStyle w:val="Zpatvlevo"/>
            <w:rPr>
              <w:b/>
            </w:rPr>
          </w:pPr>
          <w:r>
            <w:rPr>
              <w:b/>
            </w:rPr>
            <w:t>Příloha č. 6</w:t>
          </w:r>
        </w:p>
        <w:p w14:paraId="45D670C9" w14:textId="77777777" w:rsidR="004E281F" w:rsidRDefault="004E281F" w:rsidP="00F13FDA">
          <w:pPr>
            <w:pStyle w:val="Zpatvlevo"/>
          </w:pPr>
          <w:r w:rsidRPr="00B41CFD">
            <w:t>Smlouva o dílo</w:t>
          </w:r>
        </w:p>
        <w:p w14:paraId="4EB1BB37" w14:textId="77777777" w:rsidR="004E281F" w:rsidRPr="003462EB" w:rsidRDefault="004E281F" w:rsidP="00F13FDA">
          <w:pPr>
            <w:pStyle w:val="Zpatvlevo"/>
          </w:pPr>
          <w:r w:rsidRPr="00B41CFD">
            <w:t>Zhotovení stavby</w:t>
          </w:r>
        </w:p>
      </w:tc>
    </w:tr>
  </w:tbl>
  <w:p w14:paraId="1A83E4D3" w14:textId="77777777" w:rsidR="004E281F" w:rsidRPr="00F13FDA" w:rsidRDefault="004E28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7BA38340" w14:textId="77777777" w:rsidTr="00A0271B">
      <w:tc>
        <w:tcPr>
          <w:tcW w:w="0" w:type="auto"/>
          <w:tcMar>
            <w:left w:w="0" w:type="dxa"/>
            <w:right w:w="0" w:type="dxa"/>
          </w:tcMar>
          <w:vAlign w:val="bottom"/>
        </w:tcPr>
        <w:p w14:paraId="5BBDCBB6" w14:textId="77777777" w:rsidR="004E281F" w:rsidRPr="00DD4862" w:rsidRDefault="004E281F" w:rsidP="00A0271B">
          <w:pPr>
            <w:pStyle w:val="Zpatvpravo"/>
            <w:rPr>
              <w:b/>
            </w:rPr>
          </w:pPr>
          <w:r w:rsidRPr="00DD4862">
            <w:rPr>
              <w:b/>
            </w:rPr>
            <w:t xml:space="preserve">Příloha č. </w:t>
          </w:r>
          <w:r>
            <w:rPr>
              <w:b/>
            </w:rPr>
            <w:t>6</w:t>
          </w:r>
        </w:p>
        <w:p w14:paraId="1B3CE0C2" w14:textId="77777777" w:rsidR="004E281F" w:rsidRPr="003462EB" w:rsidRDefault="004E281F" w:rsidP="00A0271B">
          <w:pPr>
            <w:pStyle w:val="Zpatvpravo"/>
          </w:pPr>
          <w:r>
            <w:t>Smlouva o dílo</w:t>
          </w:r>
        </w:p>
        <w:p w14:paraId="09872B93"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219F699D" w14:textId="3F154A96"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5</w:t>
          </w:r>
          <w:r>
            <w:rPr>
              <w:rStyle w:val="slostrnky"/>
            </w:rPr>
            <w:fldChar w:fldCharType="end"/>
          </w:r>
        </w:p>
      </w:tc>
    </w:tr>
  </w:tbl>
  <w:p w14:paraId="4AEF1893" w14:textId="77777777" w:rsidR="004E281F" w:rsidRPr="00B8518B" w:rsidRDefault="004E28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11166B56" w14:textId="77777777" w:rsidTr="00F13FDA">
      <w:tc>
        <w:tcPr>
          <w:tcW w:w="1021" w:type="dxa"/>
          <w:vAlign w:val="bottom"/>
        </w:tcPr>
        <w:p w14:paraId="65A08FDB" w14:textId="77777777"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E281F" w:rsidRPr="00DD4862" w:rsidRDefault="004E281F" w:rsidP="00F13FDA">
          <w:pPr>
            <w:pStyle w:val="Zpatvlevo"/>
            <w:rPr>
              <w:b/>
            </w:rPr>
          </w:pPr>
          <w:r>
            <w:rPr>
              <w:b/>
            </w:rPr>
            <w:t>Příloha č. 7</w:t>
          </w:r>
        </w:p>
        <w:p w14:paraId="49EBE761" w14:textId="77777777" w:rsidR="004E281F" w:rsidRDefault="004E281F" w:rsidP="00F13FDA">
          <w:pPr>
            <w:pStyle w:val="Zpatvlevo"/>
          </w:pPr>
          <w:r w:rsidRPr="00B41CFD">
            <w:t>Smlouva o dílo</w:t>
          </w:r>
        </w:p>
        <w:p w14:paraId="7A184B87" w14:textId="77777777" w:rsidR="004E281F" w:rsidRPr="003462EB" w:rsidRDefault="004E281F" w:rsidP="00F13FDA">
          <w:pPr>
            <w:pStyle w:val="Zpatvlevo"/>
          </w:pPr>
          <w:r w:rsidRPr="00B41CFD">
            <w:t>Zhotovení stavby</w:t>
          </w:r>
        </w:p>
      </w:tc>
    </w:tr>
  </w:tbl>
  <w:p w14:paraId="24208E4C" w14:textId="77777777" w:rsidR="004E281F" w:rsidRPr="00F13FDA" w:rsidRDefault="004E28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0DD23A08" w14:textId="77777777" w:rsidTr="00A0271B">
      <w:tc>
        <w:tcPr>
          <w:tcW w:w="0" w:type="auto"/>
          <w:tcMar>
            <w:left w:w="0" w:type="dxa"/>
            <w:right w:w="0" w:type="dxa"/>
          </w:tcMar>
          <w:vAlign w:val="bottom"/>
        </w:tcPr>
        <w:p w14:paraId="60B97E7A" w14:textId="77777777" w:rsidR="004E281F" w:rsidRPr="00DD4862" w:rsidRDefault="004E281F" w:rsidP="00A0271B">
          <w:pPr>
            <w:pStyle w:val="Zpatvpravo"/>
            <w:rPr>
              <w:b/>
            </w:rPr>
          </w:pPr>
          <w:r w:rsidRPr="00DD4862">
            <w:rPr>
              <w:b/>
            </w:rPr>
            <w:t xml:space="preserve">Příloha č. </w:t>
          </w:r>
          <w:r>
            <w:rPr>
              <w:b/>
            </w:rPr>
            <w:t>7</w:t>
          </w:r>
        </w:p>
        <w:p w14:paraId="47360AB3" w14:textId="77777777" w:rsidR="004E281F" w:rsidRPr="003462EB" w:rsidRDefault="004E281F" w:rsidP="00A0271B">
          <w:pPr>
            <w:pStyle w:val="Zpatvpravo"/>
          </w:pPr>
          <w:r>
            <w:t>Smlouva o dílo</w:t>
          </w:r>
        </w:p>
        <w:p w14:paraId="7F4562F2"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23F1C9AA" w14:textId="4497DEAC"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1</w:t>
          </w:r>
          <w:r>
            <w:rPr>
              <w:rStyle w:val="slostrnky"/>
            </w:rPr>
            <w:fldChar w:fldCharType="end"/>
          </w:r>
        </w:p>
      </w:tc>
    </w:tr>
  </w:tbl>
  <w:p w14:paraId="5508EC05" w14:textId="77777777" w:rsidR="004E281F" w:rsidRPr="00B8518B" w:rsidRDefault="004E28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7E738D69" w14:textId="77777777" w:rsidTr="00F13FDA">
      <w:tc>
        <w:tcPr>
          <w:tcW w:w="1021" w:type="dxa"/>
          <w:vAlign w:val="bottom"/>
        </w:tcPr>
        <w:p w14:paraId="502BB4D2" w14:textId="77777777"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E281F" w:rsidRPr="00DD4862" w:rsidRDefault="004E281F" w:rsidP="00F13FDA">
          <w:pPr>
            <w:pStyle w:val="Zpatvlevo"/>
            <w:rPr>
              <w:b/>
            </w:rPr>
          </w:pPr>
          <w:r>
            <w:rPr>
              <w:b/>
            </w:rPr>
            <w:t>Příloha č. 8</w:t>
          </w:r>
        </w:p>
        <w:p w14:paraId="120D1055" w14:textId="77777777" w:rsidR="004E281F" w:rsidRDefault="004E281F" w:rsidP="00F13FDA">
          <w:pPr>
            <w:pStyle w:val="Zpatvlevo"/>
          </w:pPr>
          <w:r w:rsidRPr="00B41CFD">
            <w:t>Smlouva o dílo</w:t>
          </w:r>
        </w:p>
        <w:p w14:paraId="1A385723" w14:textId="77777777" w:rsidR="004E281F" w:rsidRPr="003462EB" w:rsidRDefault="004E281F" w:rsidP="00F13FDA">
          <w:pPr>
            <w:pStyle w:val="Zpatvlevo"/>
          </w:pPr>
          <w:r w:rsidRPr="00B41CFD">
            <w:t>Zhotovení stavby</w:t>
          </w:r>
        </w:p>
      </w:tc>
    </w:tr>
  </w:tbl>
  <w:p w14:paraId="32050216" w14:textId="77777777" w:rsidR="004E281F" w:rsidRPr="00F13FDA" w:rsidRDefault="004E28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7D122B19" w14:textId="77777777" w:rsidTr="00A0271B">
      <w:tc>
        <w:tcPr>
          <w:tcW w:w="0" w:type="auto"/>
          <w:tcMar>
            <w:left w:w="0" w:type="dxa"/>
            <w:right w:w="0" w:type="dxa"/>
          </w:tcMar>
          <w:vAlign w:val="bottom"/>
        </w:tcPr>
        <w:p w14:paraId="4A081609" w14:textId="77777777" w:rsidR="004E281F" w:rsidRPr="00DD4862" w:rsidRDefault="004E281F" w:rsidP="00A0271B">
          <w:pPr>
            <w:pStyle w:val="Zpatvpravo"/>
            <w:rPr>
              <w:b/>
            </w:rPr>
          </w:pPr>
          <w:r w:rsidRPr="00DD4862">
            <w:rPr>
              <w:b/>
            </w:rPr>
            <w:t xml:space="preserve">Příloha č. </w:t>
          </w:r>
          <w:r>
            <w:rPr>
              <w:b/>
            </w:rPr>
            <w:t>8</w:t>
          </w:r>
        </w:p>
        <w:p w14:paraId="33423AB3" w14:textId="77777777" w:rsidR="004E281F" w:rsidRPr="003462EB" w:rsidRDefault="004E281F" w:rsidP="00A0271B">
          <w:pPr>
            <w:pStyle w:val="Zpatvpravo"/>
          </w:pPr>
          <w:r>
            <w:t>Smlouva o dílo</w:t>
          </w:r>
        </w:p>
        <w:p w14:paraId="0ED2C04B"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4627B9DD" w14:textId="2DEEA244"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1</w:t>
          </w:r>
          <w:r>
            <w:rPr>
              <w:rStyle w:val="slostrnky"/>
            </w:rPr>
            <w:fldChar w:fldCharType="end"/>
          </w:r>
        </w:p>
      </w:tc>
    </w:tr>
  </w:tbl>
  <w:p w14:paraId="3D0C59CA" w14:textId="77777777" w:rsidR="004E281F" w:rsidRPr="00B8518B" w:rsidRDefault="004E28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0257CBFB" w14:textId="77777777" w:rsidTr="00F13FDA">
      <w:tc>
        <w:tcPr>
          <w:tcW w:w="0" w:type="auto"/>
          <w:tcMar>
            <w:left w:w="0" w:type="dxa"/>
            <w:right w:w="0" w:type="dxa"/>
          </w:tcMar>
          <w:vAlign w:val="bottom"/>
        </w:tcPr>
        <w:p w14:paraId="79F4B413" w14:textId="77777777" w:rsidR="004E281F" w:rsidRPr="003462EB" w:rsidRDefault="004E281F" w:rsidP="00F13FDA">
          <w:pPr>
            <w:pStyle w:val="Zpatvpravo"/>
          </w:pPr>
          <w:r>
            <w:t>Smlouva o dílo</w:t>
          </w:r>
        </w:p>
        <w:p w14:paraId="3BAD2C8C" w14:textId="77777777" w:rsidR="004E281F" w:rsidRPr="003462EB" w:rsidRDefault="004E281F" w:rsidP="00F13FDA">
          <w:pPr>
            <w:pStyle w:val="Zpatvpravo"/>
            <w:rPr>
              <w:rStyle w:val="slostrnky"/>
              <w:b w:val="0"/>
              <w:color w:val="auto"/>
              <w:sz w:val="12"/>
            </w:rPr>
          </w:pPr>
          <w:r>
            <w:t xml:space="preserve">Zhotovení stavby </w:t>
          </w:r>
        </w:p>
      </w:tc>
      <w:tc>
        <w:tcPr>
          <w:tcW w:w="1021" w:type="dxa"/>
          <w:vAlign w:val="bottom"/>
        </w:tcPr>
        <w:p w14:paraId="7D92C335" w14:textId="19083A4C" w:rsidR="004E281F" w:rsidRPr="009E09BE" w:rsidRDefault="004E281F"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11</w:t>
          </w:r>
          <w:r w:rsidRPr="00B8518B">
            <w:rPr>
              <w:rStyle w:val="slostrnky"/>
            </w:rPr>
            <w:fldChar w:fldCharType="end"/>
          </w:r>
          <w:r w:rsidRPr="00B8518B">
            <w:rPr>
              <w:rStyle w:val="slostrnky"/>
            </w:rPr>
            <w:t>/</w:t>
          </w:r>
          <w:r>
            <w:rPr>
              <w:rStyle w:val="slostrnky"/>
            </w:rPr>
            <w:t>8</w:t>
          </w:r>
        </w:p>
      </w:tc>
    </w:tr>
  </w:tbl>
  <w:p w14:paraId="7D391C3E" w14:textId="77777777" w:rsidR="004E281F" w:rsidRPr="00B8518B" w:rsidRDefault="004E28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760A7963" w14:textId="77777777" w:rsidTr="00F13FDA">
      <w:tc>
        <w:tcPr>
          <w:tcW w:w="1021" w:type="dxa"/>
          <w:vAlign w:val="bottom"/>
        </w:tcPr>
        <w:p w14:paraId="2C967D5C" w14:textId="3E3AAF9C"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A5B82">
            <w:rPr>
              <w:rStyle w:val="slostrnky"/>
              <w:noProof/>
            </w:rPr>
            <w:t>5</w:t>
          </w:r>
          <w:r>
            <w:rPr>
              <w:rStyle w:val="slostrnky"/>
            </w:rPr>
            <w:fldChar w:fldCharType="end"/>
          </w:r>
        </w:p>
      </w:tc>
      <w:tc>
        <w:tcPr>
          <w:tcW w:w="0" w:type="auto"/>
          <w:vAlign w:val="bottom"/>
        </w:tcPr>
        <w:p w14:paraId="24540392" w14:textId="77777777" w:rsidR="004E281F" w:rsidRPr="00DD4862" w:rsidRDefault="004E281F" w:rsidP="00F13FDA">
          <w:pPr>
            <w:pStyle w:val="Zpatvlevo"/>
            <w:rPr>
              <w:b/>
            </w:rPr>
          </w:pPr>
          <w:r>
            <w:rPr>
              <w:b/>
            </w:rPr>
            <w:t>Příloha č. 9</w:t>
          </w:r>
        </w:p>
        <w:p w14:paraId="4619C703" w14:textId="77777777" w:rsidR="004E281F" w:rsidRDefault="004E281F" w:rsidP="00F13FDA">
          <w:pPr>
            <w:pStyle w:val="Zpatvlevo"/>
          </w:pPr>
          <w:r w:rsidRPr="00B41CFD">
            <w:t>Smlouva o dílo</w:t>
          </w:r>
        </w:p>
        <w:p w14:paraId="65F4A929" w14:textId="77777777" w:rsidR="004E281F" w:rsidRPr="003462EB" w:rsidRDefault="004E281F" w:rsidP="00F13FDA">
          <w:pPr>
            <w:pStyle w:val="Zpatvlevo"/>
          </w:pPr>
          <w:r w:rsidRPr="00B41CFD">
            <w:t>Zhotovení stavby</w:t>
          </w:r>
        </w:p>
      </w:tc>
    </w:tr>
  </w:tbl>
  <w:p w14:paraId="0ADFAF99" w14:textId="77777777" w:rsidR="004E281F" w:rsidRPr="00F13FDA" w:rsidRDefault="004E28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2AF04367" w14:textId="77777777" w:rsidTr="00A0271B">
      <w:tc>
        <w:tcPr>
          <w:tcW w:w="0" w:type="auto"/>
          <w:tcMar>
            <w:left w:w="0" w:type="dxa"/>
            <w:right w:w="0" w:type="dxa"/>
          </w:tcMar>
          <w:vAlign w:val="bottom"/>
        </w:tcPr>
        <w:p w14:paraId="7F6978BD" w14:textId="77777777" w:rsidR="004E281F" w:rsidRPr="00DD4862" w:rsidRDefault="004E281F" w:rsidP="00A0271B">
          <w:pPr>
            <w:pStyle w:val="Zpatvpravo"/>
            <w:rPr>
              <w:b/>
            </w:rPr>
          </w:pPr>
          <w:r w:rsidRPr="00DD4862">
            <w:rPr>
              <w:b/>
            </w:rPr>
            <w:t xml:space="preserve">Příloha č. </w:t>
          </w:r>
          <w:r>
            <w:rPr>
              <w:b/>
            </w:rPr>
            <w:t>9</w:t>
          </w:r>
        </w:p>
        <w:p w14:paraId="0C49EAB7" w14:textId="77777777" w:rsidR="004E281F" w:rsidRPr="003462EB" w:rsidRDefault="004E281F" w:rsidP="00A0271B">
          <w:pPr>
            <w:pStyle w:val="Zpatvpravo"/>
          </w:pPr>
          <w:r>
            <w:t>Smlouva o dílo</w:t>
          </w:r>
        </w:p>
        <w:p w14:paraId="0ABE324B"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3D9C297C" w14:textId="179BA91D"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5</w:t>
          </w:r>
          <w:r>
            <w:rPr>
              <w:rStyle w:val="slostrnky"/>
            </w:rPr>
            <w:fldChar w:fldCharType="end"/>
          </w:r>
        </w:p>
      </w:tc>
    </w:tr>
  </w:tbl>
  <w:p w14:paraId="5E569996" w14:textId="77777777" w:rsidR="004E281F" w:rsidRPr="00B8518B" w:rsidRDefault="004E28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4E281F" w:rsidRDefault="004E281F" w:rsidP="00C1662E">
    <w:pPr>
      <w:pStyle w:val="Zpat"/>
      <w:rPr>
        <w:sz w:val="2"/>
        <w:szCs w:val="2"/>
      </w:rPr>
    </w:pPr>
    <w:r>
      <w:rPr>
        <w:sz w:val="2"/>
        <w:szCs w:val="2"/>
      </w:rPr>
      <w:t>Zde</w:t>
    </w:r>
  </w:p>
  <w:p w14:paraId="322CE0D8" w14:textId="77777777" w:rsidR="004E281F" w:rsidRPr="001E4BDC" w:rsidRDefault="004E281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576E4CB6" w14:textId="77777777" w:rsidTr="00F13FDA">
      <w:tc>
        <w:tcPr>
          <w:tcW w:w="1021" w:type="dxa"/>
          <w:vAlign w:val="bottom"/>
        </w:tcPr>
        <w:p w14:paraId="55FBAD66" w14:textId="7AB06DA8"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4E281F" w:rsidRPr="00DD4862" w:rsidRDefault="004E281F" w:rsidP="00F13FDA">
          <w:pPr>
            <w:pStyle w:val="Zpatvlevo"/>
            <w:rPr>
              <w:b/>
            </w:rPr>
          </w:pPr>
          <w:r w:rsidRPr="00DD4862">
            <w:rPr>
              <w:b/>
            </w:rPr>
            <w:t>Příloha č. 1</w:t>
          </w:r>
        </w:p>
        <w:p w14:paraId="09312A8D" w14:textId="77777777" w:rsidR="004E281F" w:rsidRDefault="004E281F" w:rsidP="00F13FDA">
          <w:pPr>
            <w:pStyle w:val="Zpatvlevo"/>
          </w:pPr>
          <w:r w:rsidRPr="00B41CFD">
            <w:t>Smlouva o dílo</w:t>
          </w:r>
        </w:p>
        <w:p w14:paraId="3E3A2370" w14:textId="77777777" w:rsidR="004E281F" w:rsidRPr="003462EB" w:rsidRDefault="004E281F" w:rsidP="00F13FDA">
          <w:pPr>
            <w:pStyle w:val="Zpatvlevo"/>
          </w:pPr>
          <w:r w:rsidRPr="00B41CFD">
            <w:t>Zhotovení stavby</w:t>
          </w:r>
        </w:p>
      </w:tc>
    </w:tr>
  </w:tbl>
  <w:p w14:paraId="3D81D7D4" w14:textId="77777777" w:rsidR="004E281F" w:rsidRPr="00F13FDA" w:rsidRDefault="004E28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4E281F" w:rsidRDefault="004E28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38DC7AE6" w14:textId="77777777" w:rsidTr="00A0271B">
      <w:tc>
        <w:tcPr>
          <w:tcW w:w="0" w:type="auto"/>
          <w:tcMar>
            <w:left w:w="0" w:type="dxa"/>
            <w:right w:w="0" w:type="dxa"/>
          </w:tcMar>
          <w:vAlign w:val="bottom"/>
        </w:tcPr>
        <w:p w14:paraId="1660DAD1" w14:textId="77777777" w:rsidR="004E281F" w:rsidRPr="00DD4862" w:rsidRDefault="004E281F" w:rsidP="00A0271B">
          <w:pPr>
            <w:pStyle w:val="Zpatvpravo"/>
            <w:rPr>
              <w:b/>
            </w:rPr>
          </w:pPr>
          <w:r w:rsidRPr="00DD4862">
            <w:rPr>
              <w:b/>
            </w:rPr>
            <w:t>Příloha č. 1</w:t>
          </w:r>
        </w:p>
        <w:p w14:paraId="1CB749FC" w14:textId="77777777" w:rsidR="004E281F" w:rsidRPr="003462EB" w:rsidRDefault="004E281F" w:rsidP="00A0271B">
          <w:pPr>
            <w:pStyle w:val="Zpatvpravo"/>
          </w:pPr>
          <w:r>
            <w:t>Smlouva o dílo</w:t>
          </w:r>
        </w:p>
        <w:p w14:paraId="3E9E1C04" w14:textId="77777777" w:rsidR="004E281F" w:rsidRPr="003462EB" w:rsidRDefault="004E281F" w:rsidP="00DD4862">
          <w:pPr>
            <w:pStyle w:val="Zpatvpravo"/>
            <w:rPr>
              <w:rStyle w:val="slostrnky"/>
              <w:b w:val="0"/>
              <w:color w:val="auto"/>
              <w:sz w:val="12"/>
            </w:rPr>
          </w:pPr>
          <w:r w:rsidRPr="003462EB">
            <w:t xml:space="preserve">Zhotovení stavby </w:t>
          </w:r>
        </w:p>
      </w:tc>
      <w:tc>
        <w:tcPr>
          <w:tcW w:w="1021" w:type="dxa"/>
          <w:vAlign w:val="bottom"/>
        </w:tcPr>
        <w:p w14:paraId="52A5ACA1" w14:textId="61FC8DC5" w:rsidR="004E281F" w:rsidRPr="009E09BE" w:rsidRDefault="004E28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1</w:t>
          </w:r>
          <w:r>
            <w:rPr>
              <w:rStyle w:val="slostrnky"/>
            </w:rPr>
            <w:fldChar w:fldCharType="end"/>
          </w:r>
        </w:p>
      </w:tc>
    </w:tr>
  </w:tbl>
  <w:p w14:paraId="7D639E4C" w14:textId="77777777" w:rsidR="004E281F" w:rsidRPr="00B8518B" w:rsidRDefault="004E28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31324F47" w14:textId="77777777" w:rsidTr="00F13FDA">
      <w:tc>
        <w:tcPr>
          <w:tcW w:w="1021" w:type="dxa"/>
          <w:vAlign w:val="bottom"/>
        </w:tcPr>
        <w:p w14:paraId="4660D5CA" w14:textId="77777777"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4E281F" w:rsidRPr="00DD4862" w:rsidRDefault="004E281F" w:rsidP="00F13FDA">
          <w:pPr>
            <w:pStyle w:val="Zpatvlevo"/>
            <w:rPr>
              <w:b/>
            </w:rPr>
          </w:pPr>
          <w:r>
            <w:rPr>
              <w:b/>
            </w:rPr>
            <w:t>Příloha č. 2</w:t>
          </w:r>
        </w:p>
        <w:p w14:paraId="0C1A6B71" w14:textId="77777777" w:rsidR="004E281F" w:rsidRDefault="004E281F" w:rsidP="00F13FDA">
          <w:pPr>
            <w:pStyle w:val="Zpatvlevo"/>
          </w:pPr>
          <w:r w:rsidRPr="00B41CFD">
            <w:t>Smlouva o dílo</w:t>
          </w:r>
        </w:p>
        <w:p w14:paraId="6C987E4D" w14:textId="77777777" w:rsidR="004E281F" w:rsidRPr="003462EB" w:rsidRDefault="004E281F" w:rsidP="00F13FDA">
          <w:pPr>
            <w:pStyle w:val="Zpatvlevo"/>
          </w:pPr>
          <w:r w:rsidRPr="00B41CFD">
            <w:t>Zhotovení stavby</w:t>
          </w:r>
        </w:p>
      </w:tc>
    </w:tr>
  </w:tbl>
  <w:p w14:paraId="721821A5" w14:textId="77777777" w:rsidR="004E281F" w:rsidRPr="00F13FDA" w:rsidRDefault="004E28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38E8F7EA" w14:textId="77777777" w:rsidTr="00A0271B">
      <w:tc>
        <w:tcPr>
          <w:tcW w:w="0" w:type="auto"/>
          <w:tcMar>
            <w:left w:w="0" w:type="dxa"/>
            <w:right w:w="0" w:type="dxa"/>
          </w:tcMar>
          <w:vAlign w:val="bottom"/>
        </w:tcPr>
        <w:p w14:paraId="12959C17" w14:textId="77777777" w:rsidR="004E281F" w:rsidRPr="00DD4862" w:rsidRDefault="004E281F" w:rsidP="00A0271B">
          <w:pPr>
            <w:pStyle w:val="Zpatvpravo"/>
            <w:rPr>
              <w:b/>
            </w:rPr>
          </w:pPr>
          <w:r w:rsidRPr="00DD4862">
            <w:rPr>
              <w:b/>
            </w:rPr>
            <w:t>Příloha č. 2</w:t>
          </w:r>
        </w:p>
        <w:p w14:paraId="1091D5F5" w14:textId="77777777" w:rsidR="004E281F" w:rsidRPr="003462EB" w:rsidRDefault="004E281F" w:rsidP="00A0271B">
          <w:pPr>
            <w:pStyle w:val="Zpatvpravo"/>
          </w:pPr>
          <w:r>
            <w:t>Smlouva o dílo</w:t>
          </w:r>
        </w:p>
        <w:p w14:paraId="45C9C2F0"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68484E19" w14:textId="786181C8"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1</w:t>
          </w:r>
          <w:r>
            <w:rPr>
              <w:rStyle w:val="slostrnky"/>
            </w:rPr>
            <w:fldChar w:fldCharType="end"/>
          </w:r>
        </w:p>
      </w:tc>
    </w:tr>
  </w:tbl>
  <w:p w14:paraId="5C7B95E3" w14:textId="77777777" w:rsidR="004E281F" w:rsidRPr="00B8518B" w:rsidRDefault="004E28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281F" w:rsidRPr="003462EB" w14:paraId="1C83CE55" w14:textId="77777777" w:rsidTr="00F13FDA">
      <w:tc>
        <w:tcPr>
          <w:tcW w:w="1021" w:type="dxa"/>
          <w:vAlign w:val="bottom"/>
        </w:tcPr>
        <w:p w14:paraId="5CCDD256" w14:textId="77777777" w:rsidR="004E281F" w:rsidRPr="00B8518B" w:rsidRDefault="004E28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E281F" w:rsidRPr="00DD4862" w:rsidRDefault="004E281F" w:rsidP="00F13FDA">
          <w:pPr>
            <w:pStyle w:val="Zpatvlevo"/>
            <w:rPr>
              <w:b/>
            </w:rPr>
          </w:pPr>
          <w:r>
            <w:rPr>
              <w:b/>
            </w:rPr>
            <w:t>Příloha č. 3</w:t>
          </w:r>
        </w:p>
        <w:p w14:paraId="4666136E" w14:textId="77777777" w:rsidR="004E281F" w:rsidRDefault="004E281F" w:rsidP="00F13FDA">
          <w:pPr>
            <w:pStyle w:val="Zpatvlevo"/>
          </w:pPr>
          <w:r w:rsidRPr="00B41CFD">
            <w:t>Smlouva o dílo</w:t>
          </w:r>
        </w:p>
        <w:p w14:paraId="55042ECA" w14:textId="77777777" w:rsidR="004E281F" w:rsidRPr="003462EB" w:rsidRDefault="004E281F" w:rsidP="00F13FDA">
          <w:pPr>
            <w:pStyle w:val="Zpatvlevo"/>
          </w:pPr>
          <w:r w:rsidRPr="00B41CFD">
            <w:t>Zhotovení stavby</w:t>
          </w:r>
        </w:p>
      </w:tc>
    </w:tr>
  </w:tbl>
  <w:p w14:paraId="078F4948" w14:textId="77777777" w:rsidR="004E281F" w:rsidRPr="00F13FDA" w:rsidRDefault="004E28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281F" w:rsidRPr="009E09BE" w14:paraId="236B1D3C" w14:textId="77777777" w:rsidTr="00A0271B">
      <w:tc>
        <w:tcPr>
          <w:tcW w:w="0" w:type="auto"/>
          <w:tcMar>
            <w:left w:w="0" w:type="dxa"/>
            <w:right w:w="0" w:type="dxa"/>
          </w:tcMar>
          <w:vAlign w:val="bottom"/>
        </w:tcPr>
        <w:p w14:paraId="1DE31B10" w14:textId="77777777" w:rsidR="004E281F" w:rsidRPr="00DD4862" w:rsidRDefault="004E281F" w:rsidP="00A0271B">
          <w:pPr>
            <w:pStyle w:val="Zpatvpravo"/>
            <w:rPr>
              <w:b/>
            </w:rPr>
          </w:pPr>
          <w:r w:rsidRPr="00DD4862">
            <w:rPr>
              <w:b/>
            </w:rPr>
            <w:t xml:space="preserve">Příloha č. </w:t>
          </w:r>
          <w:r>
            <w:rPr>
              <w:b/>
            </w:rPr>
            <w:t>3</w:t>
          </w:r>
        </w:p>
        <w:p w14:paraId="2C91EB49" w14:textId="77777777" w:rsidR="004E281F" w:rsidRPr="003462EB" w:rsidRDefault="004E281F" w:rsidP="00A0271B">
          <w:pPr>
            <w:pStyle w:val="Zpatvpravo"/>
          </w:pPr>
          <w:r>
            <w:t>Smlouva o dílo</w:t>
          </w:r>
        </w:p>
        <w:p w14:paraId="74FC2B61" w14:textId="77777777" w:rsidR="004E281F" w:rsidRPr="003462EB" w:rsidRDefault="004E281F" w:rsidP="00A0271B">
          <w:pPr>
            <w:pStyle w:val="Zpatvpravo"/>
            <w:rPr>
              <w:rStyle w:val="slostrnky"/>
              <w:b w:val="0"/>
              <w:color w:val="auto"/>
              <w:sz w:val="12"/>
            </w:rPr>
          </w:pPr>
          <w:r w:rsidRPr="003462EB">
            <w:t xml:space="preserve">Zhotovení stavby </w:t>
          </w:r>
        </w:p>
      </w:tc>
      <w:tc>
        <w:tcPr>
          <w:tcW w:w="1021" w:type="dxa"/>
          <w:vAlign w:val="bottom"/>
        </w:tcPr>
        <w:p w14:paraId="09191C9B" w14:textId="76D57DF7" w:rsidR="004E281F" w:rsidRPr="009E09BE" w:rsidRDefault="004E28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B8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B82">
            <w:rPr>
              <w:rStyle w:val="slostrnky"/>
              <w:noProof/>
            </w:rPr>
            <w:t>1</w:t>
          </w:r>
          <w:r>
            <w:rPr>
              <w:rStyle w:val="slostrnky"/>
            </w:rPr>
            <w:fldChar w:fldCharType="end"/>
          </w:r>
        </w:p>
      </w:tc>
    </w:tr>
  </w:tbl>
  <w:p w14:paraId="5F4D3FBE" w14:textId="77777777" w:rsidR="004E281F" w:rsidRPr="00B8518B" w:rsidRDefault="004E28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D84BE" w14:textId="77777777" w:rsidR="004E281F" w:rsidRDefault="004E281F" w:rsidP="00962258">
      <w:pPr>
        <w:spacing w:after="0" w:line="240" w:lineRule="auto"/>
      </w:pPr>
      <w:r>
        <w:separator/>
      </w:r>
    </w:p>
  </w:footnote>
  <w:footnote w:type="continuationSeparator" w:id="0">
    <w:p w14:paraId="22D820BF" w14:textId="77777777" w:rsidR="004E281F" w:rsidRDefault="004E28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281F" w14:paraId="3B79F732" w14:textId="77777777" w:rsidTr="00B22106">
      <w:trPr>
        <w:trHeight w:hRule="exact" w:val="936"/>
      </w:trPr>
      <w:tc>
        <w:tcPr>
          <w:tcW w:w="1361" w:type="dxa"/>
          <w:tcMar>
            <w:left w:w="0" w:type="dxa"/>
            <w:right w:w="0" w:type="dxa"/>
          </w:tcMar>
        </w:tcPr>
        <w:p w14:paraId="227E3247" w14:textId="77777777" w:rsidR="004E281F" w:rsidRPr="00B8518B" w:rsidRDefault="004E281F" w:rsidP="00FC6389">
          <w:pPr>
            <w:pStyle w:val="Zpat"/>
            <w:rPr>
              <w:rStyle w:val="slostrnky"/>
            </w:rPr>
          </w:pPr>
        </w:p>
      </w:tc>
      <w:tc>
        <w:tcPr>
          <w:tcW w:w="3458" w:type="dxa"/>
          <w:shd w:val="clear" w:color="auto" w:fill="auto"/>
          <w:tcMar>
            <w:left w:w="0" w:type="dxa"/>
            <w:right w:w="0" w:type="dxa"/>
          </w:tcMar>
        </w:tcPr>
        <w:p w14:paraId="5E5B8C22" w14:textId="77777777" w:rsidR="004E281F" w:rsidRDefault="004E281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4E281F" w:rsidRPr="00D6163D" w:rsidRDefault="004E281F" w:rsidP="00FC6389">
          <w:pPr>
            <w:pStyle w:val="Druhdokumentu"/>
          </w:pPr>
        </w:p>
      </w:tc>
    </w:tr>
    <w:tr w:rsidR="004E281F" w14:paraId="1DFD2EDD" w14:textId="77777777" w:rsidTr="00B22106">
      <w:trPr>
        <w:trHeight w:hRule="exact" w:val="936"/>
      </w:trPr>
      <w:tc>
        <w:tcPr>
          <w:tcW w:w="1361" w:type="dxa"/>
          <w:tcMar>
            <w:left w:w="0" w:type="dxa"/>
            <w:right w:w="0" w:type="dxa"/>
          </w:tcMar>
        </w:tcPr>
        <w:p w14:paraId="510D1780" w14:textId="77777777" w:rsidR="004E281F" w:rsidRPr="00B8518B" w:rsidRDefault="004E281F" w:rsidP="00FC6389">
          <w:pPr>
            <w:pStyle w:val="Zpat"/>
            <w:rPr>
              <w:rStyle w:val="slostrnky"/>
            </w:rPr>
          </w:pPr>
        </w:p>
      </w:tc>
      <w:tc>
        <w:tcPr>
          <w:tcW w:w="3458" w:type="dxa"/>
          <w:shd w:val="clear" w:color="auto" w:fill="auto"/>
          <w:tcMar>
            <w:left w:w="0" w:type="dxa"/>
            <w:right w:w="0" w:type="dxa"/>
          </w:tcMar>
        </w:tcPr>
        <w:p w14:paraId="7E4B5746" w14:textId="77777777" w:rsidR="004E281F" w:rsidRDefault="004E281F" w:rsidP="00FC6389">
          <w:pPr>
            <w:pStyle w:val="Zpat"/>
          </w:pPr>
        </w:p>
      </w:tc>
      <w:tc>
        <w:tcPr>
          <w:tcW w:w="5756" w:type="dxa"/>
          <w:shd w:val="clear" w:color="auto" w:fill="auto"/>
          <w:tcMar>
            <w:left w:w="0" w:type="dxa"/>
            <w:right w:w="0" w:type="dxa"/>
          </w:tcMar>
        </w:tcPr>
        <w:p w14:paraId="2B60071A" w14:textId="77777777" w:rsidR="004E281F" w:rsidRPr="00D6163D" w:rsidRDefault="004E281F" w:rsidP="00FC6389">
          <w:pPr>
            <w:pStyle w:val="Druhdokumentu"/>
          </w:pPr>
        </w:p>
      </w:tc>
    </w:tr>
  </w:tbl>
  <w:p w14:paraId="14FB9387" w14:textId="77777777" w:rsidR="004E281F" w:rsidRPr="00D6163D" w:rsidRDefault="004E281F" w:rsidP="00FC6389">
    <w:pPr>
      <w:pStyle w:val="Zhlav"/>
      <w:rPr>
        <w:sz w:val="8"/>
        <w:szCs w:val="8"/>
      </w:rPr>
    </w:pPr>
  </w:p>
  <w:p w14:paraId="12576136" w14:textId="77777777" w:rsidR="004E281F" w:rsidRPr="00460660" w:rsidRDefault="004E281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4E281F" w:rsidRPr="00D6163D" w:rsidRDefault="004E28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4E281F" w:rsidRPr="00D6163D" w:rsidRDefault="004E28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4E281F" w:rsidRPr="00D6163D" w:rsidRDefault="004E28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4E281F" w:rsidRPr="00D6163D" w:rsidRDefault="004E28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4E281F" w:rsidRPr="00D6163D" w:rsidRDefault="004E28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4E281F" w:rsidRPr="00D6163D" w:rsidRDefault="004E28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4E281F" w:rsidRPr="00D6163D" w:rsidRDefault="004E28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4E281F" w:rsidRPr="00D6163D" w:rsidRDefault="004E28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1374"/>
    <w:rsid w:val="00022F72"/>
    <w:rsid w:val="00022FF9"/>
    <w:rsid w:val="00024D0D"/>
    <w:rsid w:val="000342E0"/>
    <w:rsid w:val="00036500"/>
    <w:rsid w:val="00037D85"/>
    <w:rsid w:val="00041EC8"/>
    <w:rsid w:val="000432C2"/>
    <w:rsid w:val="00053E57"/>
    <w:rsid w:val="0005402B"/>
    <w:rsid w:val="00061CEE"/>
    <w:rsid w:val="0006588D"/>
    <w:rsid w:val="00065937"/>
    <w:rsid w:val="00067A5E"/>
    <w:rsid w:val="000719BB"/>
    <w:rsid w:val="00071D7C"/>
    <w:rsid w:val="00072A65"/>
    <w:rsid w:val="00072C1E"/>
    <w:rsid w:val="00080454"/>
    <w:rsid w:val="0008335F"/>
    <w:rsid w:val="00095002"/>
    <w:rsid w:val="000A24F5"/>
    <w:rsid w:val="000B17CA"/>
    <w:rsid w:val="000B4EB8"/>
    <w:rsid w:val="000C2B01"/>
    <w:rsid w:val="000C2ECC"/>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20C6"/>
    <w:rsid w:val="00123F99"/>
    <w:rsid w:val="00127C04"/>
    <w:rsid w:val="001311B5"/>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0AAF"/>
    <w:rsid w:val="001E41F9"/>
    <w:rsid w:val="001E678E"/>
    <w:rsid w:val="001F518E"/>
    <w:rsid w:val="00200B60"/>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65F49"/>
    <w:rsid w:val="00276AFE"/>
    <w:rsid w:val="002774BB"/>
    <w:rsid w:val="00277FD9"/>
    <w:rsid w:val="002902E1"/>
    <w:rsid w:val="00296B4A"/>
    <w:rsid w:val="002A3B57"/>
    <w:rsid w:val="002A474D"/>
    <w:rsid w:val="002A7B96"/>
    <w:rsid w:val="002C03CB"/>
    <w:rsid w:val="002C0721"/>
    <w:rsid w:val="002C0FB1"/>
    <w:rsid w:val="002C31BF"/>
    <w:rsid w:val="002C6E64"/>
    <w:rsid w:val="002C6ECC"/>
    <w:rsid w:val="002D7FD6"/>
    <w:rsid w:val="002E0CD7"/>
    <w:rsid w:val="002E0CFB"/>
    <w:rsid w:val="002E0E4A"/>
    <w:rsid w:val="002E150F"/>
    <w:rsid w:val="002E3941"/>
    <w:rsid w:val="002E5C7B"/>
    <w:rsid w:val="002F31D9"/>
    <w:rsid w:val="002F4333"/>
    <w:rsid w:val="0030003A"/>
    <w:rsid w:val="00301FFB"/>
    <w:rsid w:val="003040F8"/>
    <w:rsid w:val="00311475"/>
    <w:rsid w:val="003149C0"/>
    <w:rsid w:val="00327EEF"/>
    <w:rsid w:val="0033239F"/>
    <w:rsid w:val="00335132"/>
    <w:rsid w:val="0034274B"/>
    <w:rsid w:val="00342DC7"/>
    <w:rsid w:val="00345566"/>
    <w:rsid w:val="0034719F"/>
    <w:rsid w:val="00350A35"/>
    <w:rsid w:val="003571D8"/>
    <w:rsid w:val="00357BC6"/>
    <w:rsid w:val="00361422"/>
    <w:rsid w:val="00363041"/>
    <w:rsid w:val="0037545D"/>
    <w:rsid w:val="003767EA"/>
    <w:rsid w:val="00385B90"/>
    <w:rsid w:val="00392910"/>
    <w:rsid w:val="00392EB6"/>
    <w:rsid w:val="00393E15"/>
    <w:rsid w:val="0039426C"/>
    <w:rsid w:val="003956C6"/>
    <w:rsid w:val="003B23D6"/>
    <w:rsid w:val="003B4A16"/>
    <w:rsid w:val="003C33F2"/>
    <w:rsid w:val="003D6859"/>
    <w:rsid w:val="003D756E"/>
    <w:rsid w:val="003E420D"/>
    <w:rsid w:val="003E4C13"/>
    <w:rsid w:val="003F2C3E"/>
    <w:rsid w:val="003F3CEC"/>
    <w:rsid w:val="0040283D"/>
    <w:rsid w:val="00405A01"/>
    <w:rsid w:val="0040659D"/>
    <w:rsid w:val="004078F3"/>
    <w:rsid w:val="004160CB"/>
    <w:rsid w:val="00427794"/>
    <w:rsid w:val="004328E4"/>
    <w:rsid w:val="004372B6"/>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D3D1E"/>
    <w:rsid w:val="004E281F"/>
    <w:rsid w:val="004E2C64"/>
    <w:rsid w:val="004E6233"/>
    <w:rsid w:val="004E7A1F"/>
    <w:rsid w:val="004F03BA"/>
    <w:rsid w:val="004F4B9B"/>
    <w:rsid w:val="00500E0F"/>
    <w:rsid w:val="00501007"/>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3F47"/>
    <w:rsid w:val="00567E99"/>
    <w:rsid w:val="005736B7"/>
    <w:rsid w:val="00575E5A"/>
    <w:rsid w:val="00580245"/>
    <w:rsid w:val="00582A82"/>
    <w:rsid w:val="00590C91"/>
    <w:rsid w:val="00595534"/>
    <w:rsid w:val="005A1F44"/>
    <w:rsid w:val="005A34AA"/>
    <w:rsid w:val="005B24A7"/>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5090"/>
    <w:rsid w:val="006B6FE4"/>
    <w:rsid w:val="006C2343"/>
    <w:rsid w:val="006C442A"/>
    <w:rsid w:val="006D0C70"/>
    <w:rsid w:val="006D30C1"/>
    <w:rsid w:val="006D5FB4"/>
    <w:rsid w:val="006D6057"/>
    <w:rsid w:val="006E0578"/>
    <w:rsid w:val="006E1DF8"/>
    <w:rsid w:val="006E314D"/>
    <w:rsid w:val="006E7284"/>
    <w:rsid w:val="006E7799"/>
    <w:rsid w:val="006F4030"/>
    <w:rsid w:val="006F5344"/>
    <w:rsid w:val="006F63A4"/>
    <w:rsid w:val="00704A28"/>
    <w:rsid w:val="00704D1E"/>
    <w:rsid w:val="00710723"/>
    <w:rsid w:val="0071157E"/>
    <w:rsid w:val="007145F3"/>
    <w:rsid w:val="00723ED1"/>
    <w:rsid w:val="0072549E"/>
    <w:rsid w:val="00730196"/>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219E"/>
    <w:rsid w:val="007A5172"/>
    <w:rsid w:val="007A67A0"/>
    <w:rsid w:val="007A7C23"/>
    <w:rsid w:val="007A7DDE"/>
    <w:rsid w:val="007B3D48"/>
    <w:rsid w:val="007B570C"/>
    <w:rsid w:val="007C5289"/>
    <w:rsid w:val="007C567F"/>
    <w:rsid w:val="007D26F9"/>
    <w:rsid w:val="007D4843"/>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35E7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26F3"/>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231"/>
    <w:rsid w:val="00996CB8"/>
    <w:rsid w:val="009A03C6"/>
    <w:rsid w:val="009A0E00"/>
    <w:rsid w:val="009A12BD"/>
    <w:rsid w:val="009A5B82"/>
    <w:rsid w:val="009B2E97"/>
    <w:rsid w:val="009B4201"/>
    <w:rsid w:val="009B5146"/>
    <w:rsid w:val="009C12D7"/>
    <w:rsid w:val="009C418E"/>
    <w:rsid w:val="009C442C"/>
    <w:rsid w:val="009D7398"/>
    <w:rsid w:val="009E07F4"/>
    <w:rsid w:val="009F0867"/>
    <w:rsid w:val="009F309B"/>
    <w:rsid w:val="009F392E"/>
    <w:rsid w:val="009F3E33"/>
    <w:rsid w:val="009F53C5"/>
    <w:rsid w:val="009F638B"/>
    <w:rsid w:val="00A0271B"/>
    <w:rsid w:val="00A06EE5"/>
    <w:rsid w:val="00A0740E"/>
    <w:rsid w:val="00A21A01"/>
    <w:rsid w:val="00A25201"/>
    <w:rsid w:val="00A3389B"/>
    <w:rsid w:val="00A349C6"/>
    <w:rsid w:val="00A368BB"/>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95922"/>
    <w:rsid w:val="00AA4CBB"/>
    <w:rsid w:val="00AA65FA"/>
    <w:rsid w:val="00AA7351"/>
    <w:rsid w:val="00AA7AB8"/>
    <w:rsid w:val="00AB5342"/>
    <w:rsid w:val="00AB5F0F"/>
    <w:rsid w:val="00AB79C4"/>
    <w:rsid w:val="00AC720D"/>
    <w:rsid w:val="00AD056F"/>
    <w:rsid w:val="00AD0C7B"/>
    <w:rsid w:val="00AD57AF"/>
    <w:rsid w:val="00AD5F1A"/>
    <w:rsid w:val="00AD6731"/>
    <w:rsid w:val="00AE4B52"/>
    <w:rsid w:val="00AE6EBD"/>
    <w:rsid w:val="00AF0C67"/>
    <w:rsid w:val="00AF2581"/>
    <w:rsid w:val="00AF738E"/>
    <w:rsid w:val="00B008D5"/>
    <w:rsid w:val="00B01ACB"/>
    <w:rsid w:val="00B02F73"/>
    <w:rsid w:val="00B0444D"/>
    <w:rsid w:val="00B05B31"/>
    <w:rsid w:val="00B0619F"/>
    <w:rsid w:val="00B0730C"/>
    <w:rsid w:val="00B12908"/>
    <w:rsid w:val="00B13A26"/>
    <w:rsid w:val="00B15D0D"/>
    <w:rsid w:val="00B16250"/>
    <w:rsid w:val="00B17404"/>
    <w:rsid w:val="00B22106"/>
    <w:rsid w:val="00B42F40"/>
    <w:rsid w:val="00B45DD9"/>
    <w:rsid w:val="00B46F24"/>
    <w:rsid w:val="00B47D17"/>
    <w:rsid w:val="00B5431A"/>
    <w:rsid w:val="00B55EA1"/>
    <w:rsid w:val="00B61E49"/>
    <w:rsid w:val="00B675F5"/>
    <w:rsid w:val="00B75123"/>
    <w:rsid w:val="00B75EE1"/>
    <w:rsid w:val="00B77481"/>
    <w:rsid w:val="00B81FFA"/>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252F6"/>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1221"/>
    <w:rsid w:val="00D22281"/>
    <w:rsid w:val="00D239A6"/>
    <w:rsid w:val="00D23B01"/>
    <w:rsid w:val="00D2447E"/>
    <w:rsid w:val="00D4108E"/>
    <w:rsid w:val="00D4328E"/>
    <w:rsid w:val="00D4483A"/>
    <w:rsid w:val="00D50FE6"/>
    <w:rsid w:val="00D60CA0"/>
    <w:rsid w:val="00D60F69"/>
    <w:rsid w:val="00D6163D"/>
    <w:rsid w:val="00D701DC"/>
    <w:rsid w:val="00D81ED0"/>
    <w:rsid w:val="00D831A3"/>
    <w:rsid w:val="00D97BE3"/>
    <w:rsid w:val="00DA3042"/>
    <w:rsid w:val="00DA3711"/>
    <w:rsid w:val="00DC664C"/>
    <w:rsid w:val="00DD04AC"/>
    <w:rsid w:val="00DD46F3"/>
    <w:rsid w:val="00DD4804"/>
    <w:rsid w:val="00DD4862"/>
    <w:rsid w:val="00DD5660"/>
    <w:rsid w:val="00DD7848"/>
    <w:rsid w:val="00DE0D9C"/>
    <w:rsid w:val="00DE2A7D"/>
    <w:rsid w:val="00DE56F2"/>
    <w:rsid w:val="00DF116D"/>
    <w:rsid w:val="00DF7604"/>
    <w:rsid w:val="00E0467D"/>
    <w:rsid w:val="00E11090"/>
    <w:rsid w:val="00E16A61"/>
    <w:rsid w:val="00E16FF7"/>
    <w:rsid w:val="00E21FA2"/>
    <w:rsid w:val="00E2245C"/>
    <w:rsid w:val="00E26D68"/>
    <w:rsid w:val="00E37457"/>
    <w:rsid w:val="00E44045"/>
    <w:rsid w:val="00E4736B"/>
    <w:rsid w:val="00E51EEC"/>
    <w:rsid w:val="00E618C4"/>
    <w:rsid w:val="00E6776C"/>
    <w:rsid w:val="00E7415D"/>
    <w:rsid w:val="00E86EC2"/>
    <w:rsid w:val="00E878EE"/>
    <w:rsid w:val="00E901A3"/>
    <w:rsid w:val="00E9238B"/>
    <w:rsid w:val="00E92BAD"/>
    <w:rsid w:val="00EA0D88"/>
    <w:rsid w:val="00EA3CE3"/>
    <w:rsid w:val="00EA585B"/>
    <w:rsid w:val="00EA6EC7"/>
    <w:rsid w:val="00EB104F"/>
    <w:rsid w:val="00EB46E5"/>
    <w:rsid w:val="00EB5207"/>
    <w:rsid w:val="00EC4504"/>
    <w:rsid w:val="00ED14BD"/>
    <w:rsid w:val="00EE3C9C"/>
    <w:rsid w:val="00EE6F5C"/>
    <w:rsid w:val="00EE7A4C"/>
    <w:rsid w:val="00EF6D64"/>
    <w:rsid w:val="00F0160B"/>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43CD"/>
    <w:rsid w:val="00F95FBD"/>
    <w:rsid w:val="00FA5E56"/>
    <w:rsid w:val="00FB464D"/>
    <w:rsid w:val="00FB504B"/>
    <w:rsid w:val="00FB6342"/>
    <w:rsid w:val="00FC2348"/>
    <w:rsid w:val="00FC4BE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table" w:customStyle="1" w:styleId="Tabulka11">
    <w:name w:val="_Tabulka_11"/>
    <w:basedOn w:val="Mkatabulky"/>
    <w:uiPriority w:val="99"/>
    <w:rsid w:val="002C6E6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Halbrstat@spravazeleznic.cz" TargetMode="Externa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albrstat@spravazeleznic.cz" TargetMode="External"/><Relationship Id="rId38" Type="http://schemas.openxmlformats.org/officeDocument/2006/relationships/header" Target="header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iser@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4.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FoldynaJ@spravazeleznic.cz" TargetMode="Externa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6.xml"/><Relationship Id="rId43" Type="http://schemas.openxmlformats.org/officeDocument/2006/relationships/footer" Target="footer19.xml"/><Relationship Id="rId48"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886018E3-44D6-40D0-B7BC-082D23A38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90</TotalTime>
  <Pages>37</Pages>
  <Words>6156</Words>
  <Characters>36325</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19</cp:revision>
  <cp:lastPrinted>2021-01-18T09:00:00Z</cp:lastPrinted>
  <dcterms:created xsi:type="dcterms:W3CDTF">2022-06-28T06:46:00Z</dcterms:created>
  <dcterms:modified xsi:type="dcterms:W3CDTF">2022-08-09T04:27:00Z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